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EC" w:rsidRPr="007E4EFE" w:rsidRDefault="00E956EC" w:rsidP="007E4EFE">
      <w:pPr>
        <w:jc w:val="center"/>
        <w:rPr>
          <w:rFonts w:ascii="Times New Roman" w:hAnsi="Times New Roman"/>
          <w:b/>
          <w:spacing w:val="-2"/>
          <w:sz w:val="52"/>
          <w:szCs w:val="52"/>
        </w:rPr>
      </w:pPr>
      <w:r w:rsidRPr="007E4EFE">
        <w:rPr>
          <w:rFonts w:ascii="Times New Roman" w:hAnsi="Times New Roman"/>
          <w:b/>
          <w:spacing w:val="-2"/>
          <w:sz w:val="52"/>
          <w:szCs w:val="52"/>
        </w:rPr>
        <w:t xml:space="preserve">Сводный годовой доклад </w:t>
      </w:r>
    </w:p>
    <w:p w:rsidR="00E956EC" w:rsidRPr="007E4EFE" w:rsidRDefault="00E956EC" w:rsidP="007E4EFE">
      <w:pPr>
        <w:jc w:val="center"/>
        <w:rPr>
          <w:rFonts w:ascii="Times New Roman" w:hAnsi="Times New Roman"/>
          <w:b/>
          <w:sz w:val="36"/>
          <w:szCs w:val="36"/>
        </w:rPr>
      </w:pPr>
      <w:r w:rsidRPr="007E4EFE">
        <w:rPr>
          <w:rFonts w:ascii="Times New Roman" w:hAnsi="Times New Roman"/>
          <w:b/>
          <w:spacing w:val="-2"/>
          <w:sz w:val="36"/>
          <w:szCs w:val="36"/>
        </w:rPr>
        <w:t xml:space="preserve">о ходе реализации и оценке эффективности муниципальных программ </w:t>
      </w:r>
      <w:r>
        <w:rPr>
          <w:rFonts w:ascii="Times New Roman" w:hAnsi="Times New Roman"/>
          <w:b/>
          <w:spacing w:val="-2"/>
          <w:sz w:val="36"/>
          <w:szCs w:val="36"/>
        </w:rPr>
        <w:t xml:space="preserve">Усть-Лабинского городского поселения Усть-Лабинского района </w:t>
      </w:r>
      <w:r w:rsidRPr="007E4EFE">
        <w:rPr>
          <w:rFonts w:ascii="Times New Roman" w:hAnsi="Times New Roman"/>
          <w:b/>
          <w:spacing w:val="-2"/>
          <w:sz w:val="36"/>
          <w:szCs w:val="36"/>
        </w:rPr>
        <w:t>в 201</w:t>
      </w:r>
      <w:r>
        <w:rPr>
          <w:rFonts w:ascii="Times New Roman" w:hAnsi="Times New Roman"/>
          <w:b/>
          <w:spacing w:val="-2"/>
          <w:sz w:val="36"/>
          <w:szCs w:val="36"/>
        </w:rPr>
        <w:t>9</w:t>
      </w:r>
      <w:r w:rsidRPr="007E4EFE">
        <w:rPr>
          <w:rFonts w:ascii="Times New Roman" w:hAnsi="Times New Roman"/>
          <w:b/>
          <w:spacing w:val="-2"/>
          <w:sz w:val="36"/>
          <w:szCs w:val="36"/>
        </w:rPr>
        <w:t xml:space="preserve"> году.</w:t>
      </w:r>
    </w:p>
    <w:p w:rsidR="00E956EC" w:rsidRDefault="00E956EC" w:rsidP="00301094">
      <w:pPr>
        <w:keepNext/>
        <w:keepLines/>
        <w:jc w:val="center"/>
        <w:rPr>
          <w:rFonts w:ascii="Times New Roman" w:hAnsi="Times New Roman"/>
          <w:b/>
          <w:sz w:val="28"/>
          <w:szCs w:val="28"/>
        </w:rPr>
      </w:pPr>
      <w:bookmarkStart w:id="0" w:name="_Toc418850695"/>
    </w:p>
    <w:p w:rsidR="00E956EC" w:rsidRPr="005E6426" w:rsidRDefault="00E956EC" w:rsidP="00301094">
      <w:pPr>
        <w:keepNext/>
        <w:keepLines/>
        <w:jc w:val="center"/>
        <w:rPr>
          <w:rFonts w:ascii="Times New Roman" w:hAnsi="Times New Roman"/>
          <w:b/>
          <w:sz w:val="28"/>
          <w:szCs w:val="28"/>
        </w:rPr>
      </w:pPr>
      <w:r w:rsidRPr="007749F9">
        <w:rPr>
          <w:rFonts w:ascii="Times New Roman" w:hAnsi="Times New Roman"/>
          <w:b/>
          <w:sz w:val="28"/>
          <w:szCs w:val="28"/>
        </w:rPr>
        <w:t xml:space="preserve">Общие сведения о </w:t>
      </w:r>
      <w:r>
        <w:rPr>
          <w:rFonts w:ascii="Times New Roman" w:hAnsi="Times New Roman"/>
          <w:b/>
          <w:sz w:val="28"/>
          <w:szCs w:val="28"/>
        </w:rPr>
        <w:t>муниципальных</w:t>
      </w:r>
      <w:r w:rsidRPr="007749F9">
        <w:rPr>
          <w:rFonts w:ascii="Times New Roman" w:hAnsi="Times New Roman"/>
          <w:b/>
          <w:sz w:val="28"/>
          <w:szCs w:val="28"/>
        </w:rPr>
        <w:t xml:space="preserve"> программах </w:t>
      </w:r>
      <w:bookmarkEnd w:id="0"/>
      <w:r>
        <w:rPr>
          <w:rFonts w:ascii="Times New Roman" w:hAnsi="Times New Roman"/>
          <w:b/>
          <w:sz w:val="28"/>
          <w:szCs w:val="28"/>
        </w:rPr>
        <w:t>Усть-Лабинского городского поселения Усть-Лабинского района</w:t>
      </w:r>
    </w:p>
    <w:p w:rsidR="00E956EC" w:rsidRDefault="00E956EC" w:rsidP="0030109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5E6426">
        <w:rPr>
          <w:rFonts w:ascii="Times New Roman" w:hAnsi="Times New Roman"/>
          <w:color w:val="000000"/>
          <w:sz w:val="28"/>
          <w:szCs w:val="28"/>
        </w:rPr>
        <w:t xml:space="preserve">Сводный годовой доклад о ходе реализации и оценке эффективности муниципальных программ </w:t>
      </w:r>
      <w:r>
        <w:rPr>
          <w:rFonts w:ascii="Times New Roman" w:hAnsi="Times New Roman"/>
          <w:sz w:val="28"/>
          <w:szCs w:val="24"/>
          <w:lang w:eastAsia="ru-RU"/>
        </w:rPr>
        <w:t xml:space="preserve">Усть-Лабинского городского поселения Усть-Лабинского района </w:t>
      </w:r>
      <w:r>
        <w:rPr>
          <w:rFonts w:ascii="Times New Roman" w:hAnsi="Times New Roman"/>
          <w:color w:val="000000"/>
          <w:sz w:val="28"/>
          <w:szCs w:val="28"/>
        </w:rPr>
        <w:t>за 2019</w:t>
      </w:r>
      <w:r w:rsidRPr="005E6426">
        <w:rPr>
          <w:rFonts w:ascii="Times New Roman" w:hAnsi="Times New Roman"/>
          <w:color w:val="000000"/>
          <w:sz w:val="28"/>
          <w:szCs w:val="28"/>
        </w:rPr>
        <w:t xml:space="preserve"> год (далее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5E6426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5E6426">
        <w:rPr>
          <w:rFonts w:ascii="Times New Roman" w:hAnsi="Times New Roman"/>
          <w:color w:val="000000"/>
          <w:sz w:val="28"/>
          <w:szCs w:val="28"/>
        </w:rPr>
        <w:t xml:space="preserve">Сводный доклад) подготовлен в соответствии </w:t>
      </w:r>
      <w:r w:rsidRPr="008F02C5">
        <w:rPr>
          <w:rFonts w:ascii="Times New Roman" w:hAnsi="Times New Roman"/>
          <w:bCs/>
          <w:sz w:val="28"/>
          <w:szCs w:val="28"/>
        </w:rPr>
        <w:t xml:space="preserve">с </w:t>
      </w:r>
      <w:r>
        <w:rPr>
          <w:rFonts w:ascii="Times New Roman" w:hAnsi="Times New Roman"/>
          <w:bCs/>
          <w:sz w:val="28"/>
          <w:szCs w:val="28"/>
        </w:rPr>
        <w:t>п</w:t>
      </w:r>
      <w:r w:rsidRPr="008F02C5">
        <w:rPr>
          <w:rFonts w:ascii="Times New Roman" w:hAnsi="Times New Roman"/>
          <w:bCs/>
          <w:sz w:val="28"/>
          <w:szCs w:val="28"/>
        </w:rPr>
        <w:t>остановление</w:t>
      </w:r>
      <w:r>
        <w:rPr>
          <w:rFonts w:ascii="Times New Roman" w:hAnsi="Times New Roman"/>
          <w:bCs/>
          <w:sz w:val="28"/>
          <w:szCs w:val="28"/>
        </w:rPr>
        <w:t>м</w:t>
      </w:r>
      <w:r w:rsidRPr="008F02C5">
        <w:rPr>
          <w:rFonts w:ascii="Times New Roman" w:hAnsi="Times New Roman"/>
          <w:bCs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4"/>
          <w:lang w:eastAsia="ru-RU"/>
        </w:rPr>
        <w:t>Усть-Лабинского городского поселения Усть-Лабинского района</w:t>
      </w:r>
      <w:r w:rsidRPr="005B0445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18 сентября 2014 года № 397</w:t>
      </w:r>
      <w:r w:rsidRPr="008F02C5">
        <w:rPr>
          <w:rFonts w:ascii="Times New Roman" w:hAnsi="Times New Roman"/>
          <w:bCs/>
          <w:sz w:val="28"/>
          <w:szCs w:val="28"/>
        </w:rPr>
        <w:t xml:space="preserve">«Об </w:t>
      </w:r>
      <w:r w:rsidRPr="00301094">
        <w:rPr>
          <w:rFonts w:ascii="Times New Roman" w:hAnsi="Times New Roman"/>
          <w:sz w:val="28"/>
          <w:szCs w:val="28"/>
        </w:rPr>
        <w:t>утверждении Порядка  разработки, реализации и оценки эффективности муниципальных программ Усть-Лабинского городского поселения Усть-Лабинского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8F02C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(далее – Порядок)</w:t>
      </w:r>
      <w:r w:rsidRPr="008F02C5">
        <w:rPr>
          <w:rFonts w:ascii="Times New Roman" w:hAnsi="Times New Roman"/>
          <w:bCs/>
          <w:sz w:val="28"/>
          <w:szCs w:val="28"/>
        </w:rPr>
        <w:t>.</w:t>
      </w:r>
    </w:p>
    <w:p w:rsidR="00E956EC" w:rsidRPr="005B0445" w:rsidRDefault="00E956EC" w:rsidP="00301094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5B0445">
        <w:rPr>
          <w:rFonts w:ascii="Times New Roman" w:hAnsi="Times New Roman"/>
          <w:sz w:val="28"/>
          <w:szCs w:val="28"/>
        </w:rPr>
        <w:t>В соответстви</w:t>
      </w:r>
      <w:r>
        <w:rPr>
          <w:rFonts w:ascii="Times New Roman" w:hAnsi="Times New Roman"/>
          <w:sz w:val="28"/>
          <w:szCs w:val="28"/>
        </w:rPr>
        <w:t>и</w:t>
      </w:r>
      <w:r w:rsidRPr="005B0445">
        <w:rPr>
          <w:rFonts w:ascii="Times New Roman" w:hAnsi="Times New Roman"/>
          <w:sz w:val="28"/>
          <w:szCs w:val="28"/>
        </w:rPr>
        <w:t xml:space="preserve"> с Порядком координаторами муниципальных программ предоставлены годовые отчеты о ходе реализации и оценке эффективности муниципальных программ по итогам 201</w:t>
      </w:r>
      <w:r>
        <w:rPr>
          <w:rFonts w:ascii="Times New Roman" w:hAnsi="Times New Roman"/>
          <w:sz w:val="28"/>
          <w:szCs w:val="28"/>
        </w:rPr>
        <w:t>9</w:t>
      </w:r>
      <w:r w:rsidRPr="005B0445">
        <w:rPr>
          <w:rFonts w:ascii="Times New Roman" w:hAnsi="Times New Roman"/>
          <w:sz w:val="28"/>
          <w:szCs w:val="28"/>
        </w:rPr>
        <w:t xml:space="preserve"> года. Все муниципальные </w:t>
      </w:r>
      <w:r>
        <w:rPr>
          <w:rFonts w:ascii="Times New Roman" w:hAnsi="Times New Roman"/>
          <w:sz w:val="28"/>
          <w:szCs w:val="28"/>
        </w:rPr>
        <w:t>программы</w:t>
      </w:r>
      <w:r w:rsidRPr="005B0445">
        <w:rPr>
          <w:rFonts w:ascii="Times New Roman" w:hAnsi="Times New Roman"/>
          <w:sz w:val="28"/>
          <w:szCs w:val="28"/>
        </w:rPr>
        <w:t xml:space="preserve"> оценивались с учетом достижения планируемых значений целевых индикаторов, предусмотренных программами. </w:t>
      </w:r>
    </w:p>
    <w:p w:rsidR="00E956EC" w:rsidRPr="005B0445" w:rsidRDefault="00E956EC" w:rsidP="00301094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5B0445">
        <w:rPr>
          <w:rFonts w:ascii="Times New Roman" w:hAnsi="Times New Roman"/>
          <w:sz w:val="28"/>
          <w:szCs w:val="28"/>
        </w:rPr>
        <w:t>Оценка эффективности программ проводится по критериям:</w:t>
      </w:r>
    </w:p>
    <w:p w:rsidR="00E956EC" w:rsidRPr="005B0445" w:rsidRDefault="00E956EC" w:rsidP="009B4DD5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5B0445">
        <w:rPr>
          <w:rFonts w:ascii="Times New Roman" w:hAnsi="Times New Roman"/>
          <w:sz w:val="28"/>
          <w:szCs w:val="28"/>
        </w:rPr>
        <w:t>достижение целевых показателей;</w:t>
      </w:r>
    </w:p>
    <w:p w:rsidR="00E956EC" w:rsidRPr="005B0445" w:rsidRDefault="00E956EC" w:rsidP="009B4DD5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5B0445">
        <w:rPr>
          <w:rFonts w:ascii="Times New Roman" w:hAnsi="Times New Roman"/>
          <w:sz w:val="28"/>
          <w:szCs w:val="28"/>
        </w:rPr>
        <w:t xml:space="preserve">освоение средств </w:t>
      </w:r>
      <w:r>
        <w:rPr>
          <w:rFonts w:ascii="Times New Roman" w:hAnsi="Times New Roman"/>
          <w:sz w:val="28"/>
          <w:szCs w:val="28"/>
        </w:rPr>
        <w:t>местного</w:t>
      </w:r>
      <w:r w:rsidRPr="005B0445">
        <w:rPr>
          <w:rFonts w:ascii="Times New Roman" w:hAnsi="Times New Roman"/>
          <w:sz w:val="28"/>
          <w:szCs w:val="28"/>
        </w:rPr>
        <w:t xml:space="preserve"> бюджета;</w:t>
      </w:r>
    </w:p>
    <w:p w:rsidR="00E956EC" w:rsidRPr="003F4944" w:rsidRDefault="00E956EC" w:rsidP="009B4DD5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5B0445">
        <w:rPr>
          <w:rFonts w:ascii="Times New Roman" w:hAnsi="Times New Roman"/>
          <w:sz w:val="28"/>
          <w:szCs w:val="28"/>
        </w:rPr>
        <w:t>выполнение мероприятий, предусмотренных программой.</w:t>
      </w:r>
    </w:p>
    <w:p w:rsidR="00E956EC" w:rsidRPr="00AD69DB" w:rsidRDefault="00E956EC" w:rsidP="009B4DD5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5E6426">
        <w:rPr>
          <w:rFonts w:ascii="Times New Roman" w:hAnsi="Times New Roman"/>
          <w:color w:val="000000"/>
          <w:sz w:val="28"/>
          <w:szCs w:val="28"/>
        </w:rPr>
        <w:t xml:space="preserve">К Сводному докладу прилагается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отчет </w:t>
      </w:r>
      <w:r w:rsidRPr="00AD69DB">
        <w:rPr>
          <w:rFonts w:ascii="Times New Roman" w:hAnsi="Times New Roman"/>
          <w:sz w:val="28"/>
          <w:szCs w:val="28"/>
          <w:lang w:eastAsia="ru-RU"/>
        </w:rPr>
        <w:t xml:space="preserve">об оценке эффективности реализации муниципальных программ </w:t>
      </w:r>
      <w:r>
        <w:rPr>
          <w:rFonts w:ascii="Times New Roman" w:hAnsi="Times New Roman"/>
          <w:sz w:val="28"/>
          <w:szCs w:val="24"/>
          <w:lang w:eastAsia="ru-RU"/>
        </w:rPr>
        <w:t xml:space="preserve">Усть-Лабинского городского поселения Усть-Лабинского </w:t>
      </w:r>
      <w:r w:rsidRPr="00E65D45">
        <w:rPr>
          <w:rFonts w:ascii="Times New Roman" w:hAnsi="Times New Roman"/>
          <w:sz w:val="28"/>
          <w:szCs w:val="24"/>
          <w:lang w:eastAsia="ru-RU"/>
        </w:rPr>
        <w:t>района (по предоставленным отчетам)</w:t>
      </w:r>
      <w:r w:rsidRPr="00E65D45">
        <w:rPr>
          <w:rFonts w:ascii="Times New Roman" w:hAnsi="Times New Roman"/>
          <w:sz w:val="28"/>
          <w:szCs w:val="28"/>
          <w:lang w:eastAsia="ru-RU"/>
        </w:rPr>
        <w:t>.</w:t>
      </w:r>
    </w:p>
    <w:p w:rsidR="00E956EC" w:rsidRPr="00E65D45" w:rsidRDefault="00E956EC" w:rsidP="009B4DD5">
      <w:pPr>
        <w:spacing w:after="0"/>
        <w:ind w:firstLine="700"/>
        <w:jc w:val="both"/>
        <w:rPr>
          <w:rFonts w:ascii="Times New Roman" w:hAnsi="Times New Roman"/>
          <w:sz w:val="28"/>
          <w:szCs w:val="24"/>
          <w:lang w:eastAsia="ru-RU"/>
        </w:rPr>
      </w:pPr>
      <w:r w:rsidRPr="00E65D45">
        <w:rPr>
          <w:rFonts w:ascii="Times New Roman" w:hAnsi="Times New Roman"/>
          <w:sz w:val="28"/>
          <w:szCs w:val="24"/>
          <w:lang w:eastAsia="ru-RU"/>
        </w:rPr>
        <w:t>Общий объем финансирования по действующим муниципальным программам в 2019 году составил 188212,5 тыс. рублей, в том числе:</w:t>
      </w:r>
    </w:p>
    <w:p w:rsidR="00E956EC" w:rsidRPr="00E65D45" w:rsidRDefault="00E956EC" w:rsidP="009B4DD5">
      <w:pPr>
        <w:spacing w:after="0"/>
        <w:ind w:firstLine="700"/>
        <w:jc w:val="both"/>
        <w:rPr>
          <w:rFonts w:ascii="Times New Roman" w:hAnsi="Times New Roman"/>
          <w:sz w:val="28"/>
          <w:szCs w:val="24"/>
          <w:lang w:eastAsia="ru-RU"/>
        </w:rPr>
      </w:pPr>
      <w:r w:rsidRPr="00E65D45">
        <w:rPr>
          <w:rFonts w:ascii="Times New Roman" w:hAnsi="Times New Roman"/>
          <w:sz w:val="28"/>
          <w:szCs w:val="24"/>
          <w:lang w:eastAsia="ru-RU"/>
        </w:rPr>
        <w:t xml:space="preserve">средства федерального бюджета 8629,1 тыс. рублей; </w:t>
      </w:r>
    </w:p>
    <w:p w:rsidR="00E956EC" w:rsidRPr="00E65D45" w:rsidRDefault="00E956EC" w:rsidP="009B4DD5">
      <w:pPr>
        <w:spacing w:after="0"/>
        <w:ind w:firstLine="700"/>
        <w:jc w:val="both"/>
        <w:rPr>
          <w:rFonts w:ascii="Times New Roman" w:hAnsi="Times New Roman"/>
          <w:sz w:val="28"/>
          <w:szCs w:val="24"/>
          <w:lang w:eastAsia="ru-RU"/>
        </w:rPr>
      </w:pPr>
      <w:r w:rsidRPr="00E65D45">
        <w:rPr>
          <w:rFonts w:ascii="Times New Roman" w:hAnsi="Times New Roman"/>
          <w:sz w:val="28"/>
          <w:szCs w:val="24"/>
          <w:lang w:eastAsia="ru-RU"/>
        </w:rPr>
        <w:t>средства краевого бюджета 3915,6 тыс. рублей;</w:t>
      </w:r>
    </w:p>
    <w:p w:rsidR="00E956EC" w:rsidRPr="0007771A" w:rsidRDefault="00E956EC" w:rsidP="009B4DD5">
      <w:pPr>
        <w:spacing w:after="0"/>
        <w:ind w:firstLine="700"/>
        <w:jc w:val="both"/>
        <w:rPr>
          <w:rFonts w:ascii="Times New Roman" w:hAnsi="Times New Roman"/>
          <w:sz w:val="28"/>
          <w:szCs w:val="24"/>
          <w:lang w:eastAsia="ru-RU"/>
        </w:rPr>
      </w:pPr>
      <w:r w:rsidRPr="00E65D45">
        <w:rPr>
          <w:rFonts w:ascii="Times New Roman" w:hAnsi="Times New Roman"/>
          <w:sz w:val="28"/>
          <w:szCs w:val="24"/>
          <w:lang w:eastAsia="ru-RU"/>
        </w:rPr>
        <w:t>средства местного бюджета 175667,8 тыс. рублей.</w:t>
      </w:r>
      <w:r w:rsidRPr="0007771A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E956EC" w:rsidRPr="002C0E57" w:rsidRDefault="00E956EC" w:rsidP="009B4DD5">
      <w:pPr>
        <w:spacing w:after="0"/>
        <w:ind w:firstLine="700"/>
        <w:jc w:val="both"/>
        <w:rPr>
          <w:rFonts w:ascii="Times New Roman" w:hAnsi="Times New Roman"/>
          <w:sz w:val="28"/>
          <w:szCs w:val="24"/>
          <w:lang w:eastAsia="ru-RU"/>
        </w:rPr>
      </w:pPr>
      <w:r w:rsidRPr="002C0E57">
        <w:rPr>
          <w:rFonts w:ascii="Times New Roman" w:hAnsi="Times New Roman"/>
          <w:sz w:val="28"/>
          <w:szCs w:val="24"/>
          <w:lang w:eastAsia="ru-RU"/>
        </w:rPr>
        <w:t>Исполнение программных мероприятий (по предоставленным отчетам) составило 79686,4 тыс. руб.–99,9 % от утвержденных плановых показателей (79786,6 тыс. рублей), в том числе:</w:t>
      </w:r>
    </w:p>
    <w:p w:rsidR="00E956EC" w:rsidRPr="002C0E57" w:rsidRDefault="00E956EC" w:rsidP="009B4DD5">
      <w:pPr>
        <w:spacing w:after="0"/>
        <w:ind w:firstLine="700"/>
        <w:jc w:val="both"/>
        <w:rPr>
          <w:rFonts w:ascii="Times New Roman" w:hAnsi="Times New Roman"/>
          <w:sz w:val="28"/>
          <w:szCs w:val="24"/>
          <w:lang w:eastAsia="ru-RU"/>
        </w:rPr>
      </w:pPr>
      <w:r w:rsidRPr="002C0E57">
        <w:rPr>
          <w:rFonts w:ascii="Times New Roman" w:hAnsi="Times New Roman"/>
          <w:sz w:val="28"/>
          <w:szCs w:val="24"/>
          <w:lang w:eastAsia="ru-RU"/>
        </w:rPr>
        <w:t xml:space="preserve">исполнение за счет средств федерального бюджета 1072,4 тыс. рублей (100,0%); </w:t>
      </w:r>
    </w:p>
    <w:p w:rsidR="00E956EC" w:rsidRPr="002C0E57" w:rsidRDefault="00E956EC" w:rsidP="009B4DD5">
      <w:pPr>
        <w:spacing w:after="0"/>
        <w:ind w:firstLine="700"/>
        <w:jc w:val="both"/>
        <w:rPr>
          <w:rFonts w:ascii="Times New Roman" w:hAnsi="Times New Roman"/>
          <w:sz w:val="28"/>
          <w:szCs w:val="24"/>
          <w:lang w:eastAsia="ru-RU"/>
        </w:rPr>
      </w:pPr>
      <w:r w:rsidRPr="002C0E57">
        <w:rPr>
          <w:rFonts w:ascii="Times New Roman" w:hAnsi="Times New Roman"/>
          <w:sz w:val="28"/>
          <w:szCs w:val="24"/>
          <w:lang w:eastAsia="ru-RU"/>
        </w:rPr>
        <w:t xml:space="preserve">исполнение за счет средств краевого бюджета 1619,6 тыс. рублей (100,0%); </w:t>
      </w:r>
    </w:p>
    <w:p w:rsidR="00E956EC" w:rsidRDefault="00E956EC" w:rsidP="004947C3">
      <w:pPr>
        <w:ind w:firstLine="700"/>
        <w:jc w:val="both"/>
        <w:rPr>
          <w:rFonts w:ascii="Times New Roman" w:hAnsi="Times New Roman"/>
          <w:sz w:val="28"/>
          <w:szCs w:val="24"/>
          <w:lang w:eastAsia="ru-RU"/>
        </w:rPr>
      </w:pPr>
      <w:r w:rsidRPr="002C0E57">
        <w:rPr>
          <w:rFonts w:ascii="Times New Roman" w:hAnsi="Times New Roman"/>
          <w:sz w:val="28"/>
          <w:szCs w:val="24"/>
          <w:lang w:eastAsia="ru-RU"/>
        </w:rPr>
        <w:t>исполнение за счет средств местного бюджета 76994,4 тыс. рублей (99,9%).</w:t>
      </w:r>
    </w:p>
    <w:p w:rsidR="00E956EC" w:rsidRDefault="00E956EC" w:rsidP="00AC58EE">
      <w:pPr>
        <w:ind w:firstLine="708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E956EC" w:rsidRDefault="00E956EC" w:rsidP="00AC58EE">
      <w:pPr>
        <w:ind w:firstLine="708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E956EC" w:rsidRPr="008629B0" w:rsidRDefault="00E956EC" w:rsidP="007B2026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629B0">
        <w:rPr>
          <w:rFonts w:ascii="Times New Roman" w:hAnsi="Times New Roman"/>
          <w:b/>
          <w:sz w:val="28"/>
          <w:szCs w:val="28"/>
        </w:rPr>
        <w:t>Муниципальная программа «Оказание поддержки развития малого и среднего предпринимательства»</w:t>
      </w:r>
    </w:p>
    <w:p w:rsidR="00E956EC" w:rsidRPr="008629B0" w:rsidRDefault="00E956EC" w:rsidP="0009029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629B0">
        <w:rPr>
          <w:rFonts w:ascii="Times New Roman" w:hAnsi="Times New Roman"/>
          <w:sz w:val="28"/>
          <w:szCs w:val="28"/>
        </w:rPr>
        <w:t xml:space="preserve">Муниципальная программа «Оказание поддержки развития малого и среднего предпринимательства» утверждена постановлением администрации Усть-Лабинского городского поселения </w:t>
      </w:r>
      <w:r>
        <w:rPr>
          <w:rFonts w:ascii="Times New Roman" w:hAnsi="Times New Roman"/>
          <w:sz w:val="28"/>
          <w:szCs w:val="28"/>
        </w:rPr>
        <w:t>Усть-Л</w:t>
      </w:r>
      <w:r w:rsidRPr="008629B0">
        <w:rPr>
          <w:rFonts w:ascii="Times New Roman" w:hAnsi="Times New Roman"/>
          <w:sz w:val="28"/>
          <w:szCs w:val="28"/>
        </w:rPr>
        <w:t xml:space="preserve">абинского района от </w:t>
      </w:r>
      <w:r>
        <w:rPr>
          <w:rFonts w:ascii="Times New Roman" w:hAnsi="Times New Roman"/>
          <w:sz w:val="28"/>
          <w:szCs w:val="28"/>
        </w:rPr>
        <w:t>26.12.2018</w:t>
      </w:r>
      <w:r w:rsidRPr="008629B0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1139</w:t>
      </w:r>
      <w:r w:rsidRPr="008629B0">
        <w:rPr>
          <w:rFonts w:ascii="Times New Roman" w:hAnsi="Times New Roman"/>
          <w:sz w:val="28"/>
          <w:szCs w:val="28"/>
        </w:rPr>
        <w:t xml:space="preserve"> .</w:t>
      </w:r>
    </w:p>
    <w:p w:rsidR="00E956EC" w:rsidRPr="008629B0" w:rsidRDefault="00E956EC" w:rsidP="0009029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629B0">
        <w:rPr>
          <w:rFonts w:ascii="Times New Roman" w:hAnsi="Times New Roman"/>
          <w:sz w:val="28"/>
          <w:szCs w:val="28"/>
        </w:rPr>
        <w:tab/>
        <w:t>Координатор и ответственный исполнитель муниципальной программы – отдел торговли и защиты прав потребителей администрации Усть-Лабинского городского поселения Усть-Лабинского района.</w:t>
      </w:r>
    </w:p>
    <w:p w:rsidR="00E956EC" w:rsidRPr="008629B0" w:rsidRDefault="00E956EC" w:rsidP="0099194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629B0">
        <w:rPr>
          <w:rFonts w:ascii="Times New Roman" w:hAnsi="Times New Roman"/>
          <w:sz w:val="28"/>
          <w:szCs w:val="28"/>
        </w:rPr>
        <w:tab/>
        <w:t xml:space="preserve">Общий объем финансирования по программе составляет </w:t>
      </w:r>
      <w:r>
        <w:rPr>
          <w:rFonts w:ascii="Times New Roman" w:hAnsi="Times New Roman"/>
          <w:sz w:val="28"/>
          <w:szCs w:val="28"/>
        </w:rPr>
        <w:t>100,0</w:t>
      </w:r>
      <w:r w:rsidRPr="008629B0">
        <w:rPr>
          <w:rFonts w:ascii="Times New Roman" w:hAnsi="Times New Roman"/>
          <w:sz w:val="28"/>
          <w:szCs w:val="28"/>
        </w:rPr>
        <w:t xml:space="preserve"> тыс. рублей из средств бюджета Усть-Лабинского городского поселения Усть-Лабинского района. Исполнение программы составило </w:t>
      </w:r>
      <w:r>
        <w:rPr>
          <w:rFonts w:ascii="Times New Roman" w:hAnsi="Times New Roman"/>
          <w:sz w:val="28"/>
          <w:szCs w:val="28"/>
        </w:rPr>
        <w:t>99,9</w:t>
      </w:r>
      <w:r w:rsidRPr="008629B0">
        <w:rPr>
          <w:rFonts w:ascii="Times New Roman" w:hAnsi="Times New Roman"/>
          <w:sz w:val="28"/>
          <w:szCs w:val="28"/>
        </w:rPr>
        <w:t xml:space="preserve"> % или </w:t>
      </w:r>
      <w:r>
        <w:rPr>
          <w:rFonts w:ascii="Times New Roman" w:hAnsi="Times New Roman"/>
          <w:sz w:val="28"/>
          <w:szCs w:val="28"/>
        </w:rPr>
        <w:t xml:space="preserve">99,9 </w:t>
      </w:r>
      <w:r w:rsidRPr="008629B0">
        <w:rPr>
          <w:rFonts w:ascii="Times New Roman" w:hAnsi="Times New Roman"/>
          <w:sz w:val="28"/>
          <w:szCs w:val="28"/>
        </w:rPr>
        <w:t>тыс. рублей от утвержденного финансирования.</w:t>
      </w:r>
    </w:p>
    <w:p w:rsidR="00E956EC" w:rsidRPr="008629B0" w:rsidRDefault="00E956EC" w:rsidP="0099194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629B0">
        <w:rPr>
          <w:rFonts w:ascii="Times New Roman" w:hAnsi="Times New Roman"/>
          <w:sz w:val="28"/>
          <w:szCs w:val="28"/>
        </w:rPr>
        <w:t>Запланированные к реализации мероприятия выполнены в полном объеме. Основными результатами программы являются достигнутые показатели:</w:t>
      </w:r>
    </w:p>
    <w:p w:rsidR="00E956EC" w:rsidRDefault="00E956EC" w:rsidP="0099194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629B0">
        <w:rPr>
          <w:rFonts w:ascii="Times New Roman" w:hAnsi="Times New Roman"/>
          <w:sz w:val="28"/>
          <w:szCs w:val="28"/>
        </w:rPr>
        <w:t xml:space="preserve">- изготовление </w:t>
      </w:r>
      <w:r>
        <w:rPr>
          <w:rFonts w:ascii="Times New Roman" w:hAnsi="Times New Roman"/>
          <w:sz w:val="28"/>
          <w:szCs w:val="28"/>
        </w:rPr>
        <w:t>баннера, стенда «Уголок потребителя», таблицы «Режим работы»;</w:t>
      </w:r>
    </w:p>
    <w:p w:rsidR="00E956EC" w:rsidRPr="008629B0" w:rsidRDefault="00E956EC" w:rsidP="0099194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приобретение </w:t>
      </w:r>
      <w:r w:rsidRPr="008629B0">
        <w:rPr>
          <w:rFonts w:ascii="Times New Roman" w:hAnsi="Times New Roman"/>
          <w:sz w:val="28"/>
          <w:szCs w:val="28"/>
        </w:rPr>
        <w:t>надувной арки для бренд</w:t>
      </w:r>
      <w:r>
        <w:rPr>
          <w:rFonts w:ascii="Times New Roman" w:hAnsi="Times New Roman"/>
          <w:sz w:val="28"/>
          <w:szCs w:val="28"/>
        </w:rPr>
        <w:t>ирования ярмарки «Выходного дня;</w:t>
      </w:r>
    </w:p>
    <w:p w:rsidR="00E956EC" w:rsidRDefault="00E956EC" w:rsidP="0099194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629B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оценка размера рыночной стоимости права на размещение нестационарных торговых объектов;</w:t>
      </w:r>
    </w:p>
    <w:p w:rsidR="00E956EC" w:rsidRDefault="00E956EC" w:rsidP="0099194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629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поставка пластиковых столов.</w:t>
      </w:r>
    </w:p>
    <w:p w:rsidR="00E956EC" w:rsidRPr="008629B0" w:rsidRDefault="00E956EC" w:rsidP="0099194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629B0">
        <w:rPr>
          <w:rFonts w:ascii="Times New Roman" w:hAnsi="Times New Roman"/>
          <w:sz w:val="28"/>
          <w:szCs w:val="28"/>
        </w:rPr>
        <w:t>Ожидаемый результат от реализации муниципальной программы:</w:t>
      </w:r>
    </w:p>
    <w:p w:rsidR="00E956EC" w:rsidRPr="008629B0" w:rsidRDefault="00E956EC" w:rsidP="0099194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629B0">
        <w:rPr>
          <w:rFonts w:ascii="Times New Roman" w:hAnsi="Times New Roman"/>
          <w:sz w:val="28"/>
          <w:szCs w:val="28"/>
        </w:rPr>
        <w:t>Организация и проведение городских выставочно-ярмарочных мероприятий, обеспечения рынка сбыта продукции, выращиваемой личными подсобными хозяйствами и крестьянско-фермерскими хозяйствами, для недопущении роста цен на социально значимые продукты питания, в рамках программы импортозамещения.</w:t>
      </w:r>
    </w:p>
    <w:p w:rsidR="00E956EC" w:rsidRPr="008629B0" w:rsidRDefault="00E956EC" w:rsidP="0099194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629B0">
        <w:rPr>
          <w:rFonts w:ascii="Times New Roman" w:hAnsi="Times New Roman"/>
          <w:sz w:val="28"/>
          <w:szCs w:val="28"/>
        </w:rPr>
        <w:t xml:space="preserve">В результате проведенного мониторинга и оценки эффективности реализации муниципальной программы» Оказание поддержки развития малого и среднего предпринимательства» итоговый показатель, рассчитанный на основе полученных оценок, позволяет признать эффективность реализации муниципальной программы </w:t>
      </w:r>
      <w:r w:rsidRPr="007A7360">
        <w:rPr>
          <w:rStyle w:val="BodyTextChar1"/>
          <w:rFonts w:ascii="Times New Roman" w:hAnsi="Times New Roman"/>
          <w:color w:val="000000"/>
          <w:sz w:val="28"/>
          <w:szCs w:val="28"/>
        </w:rPr>
        <w:t>соответствующ</w:t>
      </w:r>
      <w:r>
        <w:rPr>
          <w:rStyle w:val="BodyTextChar1"/>
          <w:rFonts w:ascii="Times New Roman" w:hAnsi="Times New Roman"/>
          <w:color w:val="000000"/>
          <w:sz w:val="28"/>
          <w:szCs w:val="28"/>
        </w:rPr>
        <w:t xml:space="preserve">ей </w:t>
      </w:r>
      <w:r w:rsidRPr="007A7360">
        <w:rPr>
          <w:rStyle w:val="BodyTextChar1"/>
          <w:rFonts w:ascii="Times New Roman" w:hAnsi="Times New Roman"/>
          <w:color w:val="000000"/>
          <w:sz w:val="28"/>
          <w:szCs w:val="28"/>
        </w:rPr>
        <w:t>запланированной</w:t>
      </w:r>
      <w:r w:rsidRPr="008629B0">
        <w:rPr>
          <w:rFonts w:ascii="Times New Roman" w:hAnsi="Times New Roman"/>
          <w:sz w:val="28"/>
          <w:szCs w:val="28"/>
        </w:rPr>
        <w:t xml:space="preserve">.  </w:t>
      </w:r>
    </w:p>
    <w:p w:rsidR="00E956EC" w:rsidRPr="008629B0" w:rsidRDefault="00E956EC" w:rsidP="00EA48B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56EC" w:rsidRPr="008629B0" w:rsidRDefault="00E956EC" w:rsidP="00E20DA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629B0">
        <w:rPr>
          <w:rFonts w:ascii="Times New Roman" w:hAnsi="Times New Roman"/>
          <w:b/>
          <w:sz w:val="28"/>
          <w:szCs w:val="28"/>
        </w:rPr>
        <w:t>Муниципальная программа «Реализация государственной молодежной политики»</w:t>
      </w:r>
    </w:p>
    <w:p w:rsidR="00E956EC" w:rsidRPr="008629B0" w:rsidRDefault="00E956EC" w:rsidP="00535EC6">
      <w:pPr>
        <w:shd w:val="clear" w:color="auto" w:fill="FFFFFF"/>
        <w:spacing w:line="317" w:lineRule="exact"/>
        <w:ind w:left="7" w:firstLine="698"/>
        <w:jc w:val="both"/>
        <w:rPr>
          <w:rFonts w:ascii="Times New Roman" w:hAnsi="Times New Roman"/>
        </w:rPr>
      </w:pPr>
      <w:r w:rsidRPr="008629B0">
        <w:rPr>
          <w:rFonts w:ascii="Times New Roman" w:hAnsi="Times New Roman"/>
          <w:sz w:val="28"/>
          <w:szCs w:val="28"/>
        </w:rPr>
        <w:t>Муниципальная программа «Реализация государственной молодежной политики» утверждена постановлением администрации Усть-</w:t>
      </w:r>
      <w:r w:rsidRPr="008629B0">
        <w:rPr>
          <w:rFonts w:ascii="Times New Roman" w:hAnsi="Times New Roman"/>
          <w:spacing w:val="-1"/>
          <w:sz w:val="28"/>
          <w:szCs w:val="28"/>
        </w:rPr>
        <w:t xml:space="preserve">Лабинского городского поселения Усть-Лабинского района от </w:t>
      </w:r>
      <w:r>
        <w:rPr>
          <w:rFonts w:ascii="Times New Roman" w:hAnsi="Times New Roman"/>
          <w:spacing w:val="-1"/>
          <w:sz w:val="28"/>
          <w:szCs w:val="28"/>
        </w:rPr>
        <w:t>21.12.2018</w:t>
      </w:r>
      <w:r w:rsidRPr="008629B0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629B0">
        <w:rPr>
          <w:rFonts w:ascii="Times New Roman" w:hAnsi="Times New Roman"/>
          <w:sz w:val="28"/>
          <w:szCs w:val="28"/>
        </w:rPr>
        <w:t xml:space="preserve">года № </w:t>
      </w:r>
      <w:r>
        <w:rPr>
          <w:rFonts w:ascii="Times New Roman" w:hAnsi="Times New Roman"/>
          <w:sz w:val="28"/>
          <w:szCs w:val="28"/>
        </w:rPr>
        <w:t>1109</w:t>
      </w:r>
      <w:r w:rsidRPr="008629B0">
        <w:rPr>
          <w:rFonts w:ascii="Times New Roman" w:hAnsi="Times New Roman"/>
          <w:sz w:val="28"/>
          <w:szCs w:val="28"/>
        </w:rPr>
        <w:t>.</w:t>
      </w:r>
    </w:p>
    <w:p w:rsidR="00E956EC" w:rsidRPr="008629B0" w:rsidRDefault="00E956EC" w:rsidP="00535EC6">
      <w:pPr>
        <w:shd w:val="clear" w:color="auto" w:fill="FFFFFF"/>
        <w:spacing w:line="317" w:lineRule="exact"/>
        <w:ind w:firstLine="706"/>
        <w:jc w:val="both"/>
        <w:rPr>
          <w:rFonts w:ascii="Times New Roman" w:hAnsi="Times New Roman"/>
        </w:rPr>
      </w:pPr>
      <w:r w:rsidRPr="008629B0">
        <w:rPr>
          <w:rFonts w:ascii="Times New Roman" w:hAnsi="Times New Roman"/>
          <w:spacing w:val="-1"/>
          <w:sz w:val="28"/>
          <w:szCs w:val="28"/>
        </w:rPr>
        <w:t xml:space="preserve">Координатор и ответственный исполнитель муниципальной программы </w:t>
      </w:r>
      <w:r w:rsidRPr="008629B0">
        <w:rPr>
          <w:rFonts w:ascii="Times New Roman" w:hAnsi="Times New Roman"/>
          <w:sz w:val="28"/>
          <w:szCs w:val="28"/>
        </w:rPr>
        <w:t>- отдел по делам молодёжи, культуре, физической культуре и спорту администрации Усть- Лабинского городского поселения Усть- Лабинского района.</w:t>
      </w:r>
    </w:p>
    <w:p w:rsidR="00E956EC" w:rsidRPr="008629B0" w:rsidRDefault="00E956EC" w:rsidP="0086709C">
      <w:pPr>
        <w:ind w:firstLine="708"/>
        <w:jc w:val="both"/>
        <w:rPr>
          <w:rFonts w:ascii="Times New Roman" w:hAnsi="Times New Roman"/>
          <w:sz w:val="28"/>
        </w:rPr>
      </w:pPr>
      <w:r w:rsidRPr="008629B0">
        <w:rPr>
          <w:rFonts w:ascii="Times New Roman" w:hAnsi="Times New Roman"/>
          <w:sz w:val="28"/>
        </w:rPr>
        <w:t xml:space="preserve">Общий объем </w:t>
      </w:r>
      <w:r w:rsidRPr="008629B0">
        <w:rPr>
          <w:rFonts w:ascii="Times New Roman" w:hAnsi="Times New Roman"/>
          <w:sz w:val="28"/>
          <w:szCs w:val="28"/>
        </w:rPr>
        <w:t>финансирования по программе в 201</w:t>
      </w:r>
      <w:r>
        <w:rPr>
          <w:rFonts w:ascii="Times New Roman" w:hAnsi="Times New Roman"/>
          <w:sz w:val="28"/>
          <w:szCs w:val="28"/>
        </w:rPr>
        <w:t>9</w:t>
      </w:r>
      <w:r w:rsidRPr="008629B0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9B0">
        <w:rPr>
          <w:rFonts w:ascii="Times New Roman" w:hAnsi="Times New Roman"/>
          <w:sz w:val="28"/>
          <w:szCs w:val="28"/>
        </w:rPr>
        <w:t>составляет</w:t>
      </w:r>
      <w:r>
        <w:rPr>
          <w:rFonts w:ascii="Times New Roman" w:hAnsi="Times New Roman"/>
          <w:sz w:val="28"/>
          <w:szCs w:val="28"/>
        </w:rPr>
        <w:t xml:space="preserve"> 966,6 </w:t>
      </w:r>
      <w:r w:rsidRPr="008629B0">
        <w:rPr>
          <w:rFonts w:ascii="Times New Roman" w:hAnsi="Times New Roman"/>
          <w:sz w:val="28"/>
          <w:szCs w:val="28"/>
        </w:rPr>
        <w:t>тыс. рублей из средств бюджета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629B0">
        <w:rPr>
          <w:rFonts w:ascii="Times New Roman" w:hAnsi="Times New Roman"/>
          <w:sz w:val="28"/>
          <w:szCs w:val="28"/>
        </w:rPr>
        <w:t>Усть-Лабинского городского поселения Усть-Лабинского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9B0">
        <w:rPr>
          <w:rFonts w:ascii="Times New Roman" w:hAnsi="Times New Roman"/>
          <w:sz w:val="28"/>
        </w:rPr>
        <w:t>Исполнение муниципальной программы в 201</w:t>
      </w:r>
      <w:r>
        <w:rPr>
          <w:rFonts w:ascii="Times New Roman" w:hAnsi="Times New Roman"/>
          <w:sz w:val="28"/>
        </w:rPr>
        <w:t xml:space="preserve">9 году </w:t>
      </w:r>
      <w:r w:rsidRPr="008629B0">
        <w:rPr>
          <w:rFonts w:ascii="Times New Roman" w:hAnsi="Times New Roman"/>
          <w:sz w:val="28"/>
        </w:rPr>
        <w:t xml:space="preserve">составило </w:t>
      </w:r>
      <w:r>
        <w:rPr>
          <w:rFonts w:ascii="Times New Roman" w:hAnsi="Times New Roman"/>
          <w:sz w:val="28"/>
        </w:rPr>
        <w:t>96,0</w:t>
      </w:r>
      <w:r w:rsidRPr="008629B0">
        <w:rPr>
          <w:rFonts w:ascii="Times New Roman" w:hAnsi="Times New Roman"/>
          <w:sz w:val="28"/>
        </w:rPr>
        <w:t>% или</w:t>
      </w:r>
      <w:r>
        <w:rPr>
          <w:rFonts w:ascii="Times New Roman" w:hAnsi="Times New Roman"/>
          <w:sz w:val="28"/>
        </w:rPr>
        <w:t xml:space="preserve"> 927,7 </w:t>
      </w:r>
      <w:r w:rsidRPr="008629B0">
        <w:rPr>
          <w:rFonts w:ascii="Times New Roman" w:hAnsi="Times New Roman"/>
          <w:sz w:val="28"/>
        </w:rPr>
        <w:t>тыс. рублей от утвержденного финансирования. Это связано с экономией средств в результате проведения аукциона по закупке товаров,  сокращением рейдовых мероприятий на автотранспорте</w:t>
      </w:r>
      <w:r>
        <w:rPr>
          <w:rFonts w:ascii="Times New Roman" w:hAnsi="Times New Roman"/>
          <w:sz w:val="28"/>
        </w:rPr>
        <w:t xml:space="preserve"> </w:t>
      </w:r>
      <w:r w:rsidRPr="008629B0">
        <w:rPr>
          <w:rFonts w:ascii="Times New Roman" w:hAnsi="Times New Roman"/>
          <w:sz w:val="28"/>
        </w:rPr>
        <w:t>(по рекомендации КДН и</w:t>
      </w:r>
      <w:r>
        <w:rPr>
          <w:rFonts w:ascii="Times New Roman" w:hAnsi="Times New Roman"/>
          <w:sz w:val="28"/>
        </w:rPr>
        <w:t xml:space="preserve"> </w:t>
      </w:r>
      <w:r w:rsidRPr="008629B0">
        <w:rPr>
          <w:rFonts w:ascii="Times New Roman" w:hAnsi="Times New Roman"/>
          <w:sz w:val="28"/>
        </w:rPr>
        <w:t>ЗП Краснодарского края).</w:t>
      </w:r>
    </w:p>
    <w:p w:rsidR="00E956EC" w:rsidRPr="008629B0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29B0">
        <w:rPr>
          <w:rFonts w:ascii="Times New Roman" w:hAnsi="Times New Roman"/>
          <w:bCs/>
          <w:sz w:val="28"/>
          <w:szCs w:val="28"/>
        </w:rPr>
        <w:t>Запланированные к реализации мероприятия выполнены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629B0">
        <w:rPr>
          <w:rFonts w:ascii="Times New Roman" w:hAnsi="Times New Roman"/>
          <w:bCs/>
          <w:sz w:val="28"/>
          <w:szCs w:val="28"/>
        </w:rPr>
        <w:t>в полном объеме.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629B0">
        <w:rPr>
          <w:rFonts w:ascii="Times New Roman" w:hAnsi="Times New Roman"/>
          <w:bCs/>
          <w:sz w:val="28"/>
          <w:szCs w:val="28"/>
        </w:rPr>
        <w:t>Основными результатами программы являются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629B0">
        <w:rPr>
          <w:rFonts w:ascii="Times New Roman" w:hAnsi="Times New Roman"/>
          <w:bCs/>
          <w:sz w:val="28"/>
          <w:szCs w:val="28"/>
        </w:rPr>
        <w:t>достигнутые показатели:</w:t>
      </w:r>
    </w:p>
    <w:p w:rsidR="00E956EC" w:rsidRPr="008629B0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29B0">
        <w:rPr>
          <w:rFonts w:ascii="Times New Roman" w:hAnsi="Times New Roman"/>
          <w:bCs/>
          <w:sz w:val="28"/>
          <w:szCs w:val="28"/>
        </w:rPr>
        <w:t>- количество подростково-молодёжных клубов по месту жительства – 3 шт.;</w:t>
      </w:r>
    </w:p>
    <w:p w:rsidR="00E956EC" w:rsidRPr="008629B0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29B0">
        <w:rPr>
          <w:rFonts w:ascii="Times New Roman" w:hAnsi="Times New Roman"/>
          <w:bCs/>
          <w:sz w:val="28"/>
          <w:szCs w:val="28"/>
        </w:rPr>
        <w:t>- количество летних дворовых площадок – 8 шт.;</w:t>
      </w:r>
    </w:p>
    <w:p w:rsidR="00E956EC" w:rsidRPr="008629B0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29B0">
        <w:rPr>
          <w:rFonts w:ascii="Times New Roman" w:hAnsi="Times New Roman"/>
          <w:bCs/>
          <w:sz w:val="28"/>
          <w:szCs w:val="28"/>
        </w:rPr>
        <w:t>- количество проведённых мероприятий военно-патриотической направленности – 1</w:t>
      </w:r>
      <w:r>
        <w:rPr>
          <w:rFonts w:ascii="Times New Roman" w:hAnsi="Times New Roman"/>
          <w:bCs/>
          <w:sz w:val="28"/>
          <w:szCs w:val="28"/>
        </w:rPr>
        <w:t>40</w:t>
      </w:r>
      <w:r w:rsidRPr="008629B0">
        <w:rPr>
          <w:rFonts w:ascii="Times New Roman" w:hAnsi="Times New Roman"/>
          <w:bCs/>
          <w:sz w:val="28"/>
          <w:szCs w:val="28"/>
        </w:rPr>
        <w:t xml:space="preserve"> шт.;</w:t>
      </w:r>
    </w:p>
    <w:p w:rsidR="00E956EC" w:rsidRPr="008629B0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29B0">
        <w:rPr>
          <w:rFonts w:ascii="Times New Roman" w:hAnsi="Times New Roman"/>
          <w:bCs/>
          <w:sz w:val="28"/>
          <w:szCs w:val="28"/>
        </w:rPr>
        <w:t xml:space="preserve">- количество проведённых молодёжных акций, конкурсов, фестивалей, турслётов, игр, бесед - </w:t>
      </w:r>
      <w:r>
        <w:rPr>
          <w:rFonts w:ascii="Times New Roman" w:hAnsi="Times New Roman"/>
          <w:bCs/>
          <w:sz w:val="28"/>
          <w:szCs w:val="28"/>
        </w:rPr>
        <w:t>11</w:t>
      </w:r>
      <w:r w:rsidRPr="008629B0">
        <w:rPr>
          <w:rFonts w:ascii="Times New Roman" w:hAnsi="Times New Roman"/>
          <w:bCs/>
          <w:sz w:val="28"/>
          <w:szCs w:val="28"/>
        </w:rPr>
        <w:t xml:space="preserve"> шт.;</w:t>
      </w:r>
    </w:p>
    <w:p w:rsidR="00E956EC" w:rsidRPr="008629B0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29B0">
        <w:rPr>
          <w:rFonts w:ascii="Times New Roman" w:hAnsi="Times New Roman"/>
          <w:bCs/>
          <w:sz w:val="28"/>
          <w:szCs w:val="28"/>
        </w:rPr>
        <w:t xml:space="preserve">- количество рейдовых мероприятий по профилактике безнадзорности, правонарушений и других асоциальных проявлений - </w:t>
      </w:r>
      <w:r>
        <w:rPr>
          <w:rFonts w:ascii="Times New Roman" w:hAnsi="Times New Roman"/>
          <w:bCs/>
          <w:sz w:val="28"/>
          <w:szCs w:val="28"/>
        </w:rPr>
        <w:t>81</w:t>
      </w:r>
      <w:r w:rsidRPr="008629B0">
        <w:rPr>
          <w:rFonts w:ascii="Times New Roman" w:hAnsi="Times New Roman"/>
          <w:bCs/>
          <w:sz w:val="28"/>
          <w:szCs w:val="28"/>
        </w:rPr>
        <w:t>.</w:t>
      </w:r>
    </w:p>
    <w:p w:rsidR="00E956EC" w:rsidRPr="008629B0" w:rsidRDefault="00E956EC" w:rsidP="00535EC6">
      <w:pPr>
        <w:shd w:val="clear" w:color="auto" w:fill="FFFFFF"/>
        <w:spacing w:line="317" w:lineRule="exact"/>
        <w:ind w:left="7" w:firstLine="698"/>
        <w:jc w:val="both"/>
        <w:rPr>
          <w:rFonts w:ascii="Times New Roman" w:hAnsi="Times New Roman"/>
        </w:rPr>
      </w:pPr>
      <w:r w:rsidRPr="008629B0">
        <w:rPr>
          <w:rFonts w:ascii="Times New Roman" w:hAnsi="Times New Roman"/>
          <w:sz w:val="28"/>
          <w:szCs w:val="28"/>
        </w:rPr>
        <w:t xml:space="preserve">Ожидаемый результат от реализации муниципальной программы: повышение уровня гражданского и патриотического воспитания молодых граждан; улучшение здоровья молодого поколения, снижение темпов распространения наркомании и алкоголизма в молодежной среде; развитие </w:t>
      </w:r>
      <w:r w:rsidRPr="008629B0">
        <w:rPr>
          <w:rFonts w:ascii="Times New Roman" w:hAnsi="Times New Roman"/>
          <w:spacing w:val="-1"/>
          <w:sz w:val="28"/>
          <w:szCs w:val="28"/>
        </w:rPr>
        <w:t xml:space="preserve">социальной инфраструктуры для молодежи; рост общественно-политической </w:t>
      </w:r>
      <w:r w:rsidRPr="008629B0">
        <w:rPr>
          <w:rFonts w:ascii="Times New Roman" w:hAnsi="Times New Roman"/>
          <w:sz w:val="28"/>
          <w:szCs w:val="28"/>
        </w:rPr>
        <w:t>и деловой активности молодежи; снижение темпов роста безнадзорности среди детей и подростков.</w:t>
      </w:r>
    </w:p>
    <w:p w:rsidR="00E956EC" w:rsidRPr="008629B0" w:rsidRDefault="00E956EC" w:rsidP="00402579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9B0">
        <w:rPr>
          <w:rFonts w:ascii="Times New Roman" w:hAnsi="Times New Roman"/>
          <w:sz w:val="28"/>
          <w:szCs w:val="28"/>
          <w:lang w:eastAsia="ru-RU"/>
        </w:rPr>
        <w:t>В результате проведённого мониторинга и оценки эффективности реализации муниципальной программы «</w:t>
      </w:r>
      <w:r w:rsidRPr="008629B0">
        <w:rPr>
          <w:rFonts w:ascii="Times New Roman" w:hAnsi="Times New Roman"/>
          <w:sz w:val="28"/>
          <w:szCs w:val="28"/>
        </w:rPr>
        <w:t>Реализация государственной молодежной политики</w:t>
      </w:r>
      <w:r w:rsidRPr="008629B0">
        <w:rPr>
          <w:rFonts w:ascii="Times New Roman" w:hAnsi="Times New Roman"/>
          <w:sz w:val="28"/>
          <w:szCs w:val="28"/>
          <w:lang w:eastAsia="ru-RU"/>
        </w:rPr>
        <w:t>» итоговый показатель, рассчитанный на основе полученных оценок позволяет признать эффективность реализации муниципальной программы удовлетворительной.</w:t>
      </w:r>
    </w:p>
    <w:p w:rsidR="00E956EC" w:rsidRPr="008629B0" w:rsidRDefault="00E956EC" w:rsidP="00402579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629B0">
        <w:rPr>
          <w:rFonts w:ascii="Times New Roman" w:hAnsi="Times New Roman"/>
          <w:b/>
          <w:sz w:val="28"/>
          <w:szCs w:val="28"/>
        </w:rPr>
        <w:t>Муниципальная программа «Развитие культуры»</w:t>
      </w:r>
    </w:p>
    <w:p w:rsidR="00E956EC" w:rsidRPr="008629B0" w:rsidRDefault="00E956EC" w:rsidP="00E925E6">
      <w:pPr>
        <w:shd w:val="clear" w:color="auto" w:fill="FFFFFF"/>
        <w:spacing w:line="317" w:lineRule="exact"/>
        <w:ind w:right="7" w:firstLine="684"/>
        <w:jc w:val="both"/>
        <w:rPr>
          <w:rFonts w:ascii="Times New Roman" w:hAnsi="Times New Roman"/>
        </w:rPr>
      </w:pPr>
      <w:r w:rsidRPr="008629B0">
        <w:rPr>
          <w:rFonts w:ascii="Times New Roman" w:hAnsi="Times New Roman"/>
          <w:sz w:val="28"/>
          <w:szCs w:val="28"/>
        </w:rPr>
        <w:t xml:space="preserve">Муниципальная программа «Развитие культуры» утверждена постановлением администрации Усть-Лабинского городского поселения Усть-Лабинского района от </w:t>
      </w:r>
      <w:r>
        <w:rPr>
          <w:rFonts w:ascii="Times New Roman" w:hAnsi="Times New Roman"/>
          <w:sz w:val="28"/>
          <w:szCs w:val="28"/>
        </w:rPr>
        <w:t>21.12.2018 года</w:t>
      </w:r>
      <w:r w:rsidRPr="008629B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1110.</w:t>
      </w:r>
    </w:p>
    <w:p w:rsidR="00E956EC" w:rsidRPr="008629B0" w:rsidRDefault="00E956EC" w:rsidP="00E925E6">
      <w:pPr>
        <w:shd w:val="clear" w:color="auto" w:fill="FFFFFF"/>
        <w:spacing w:line="317" w:lineRule="exact"/>
        <w:ind w:left="7" w:right="22" w:firstLine="691"/>
        <w:jc w:val="both"/>
        <w:rPr>
          <w:rFonts w:ascii="Times New Roman" w:hAnsi="Times New Roman"/>
        </w:rPr>
      </w:pPr>
      <w:r w:rsidRPr="008629B0">
        <w:rPr>
          <w:rFonts w:ascii="Times New Roman" w:hAnsi="Times New Roman"/>
          <w:sz w:val="28"/>
          <w:szCs w:val="28"/>
        </w:rPr>
        <w:t>Координатор муниципальной программы - отдел по делам молодёжи, культуре, физической культуре и спорту администрации Усть-Лабинского городского поселения Усть-Лабинского района.</w:t>
      </w:r>
    </w:p>
    <w:p w:rsidR="00E956EC" w:rsidRPr="0086709C" w:rsidRDefault="00E956EC" w:rsidP="0086709C">
      <w:pPr>
        <w:ind w:firstLine="708"/>
        <w:jc w:val="both"/>
        <w:rPr>
          <w:rFonts w:ascii="Times New Roman" w:hAnsi="Times New Roman"/>
          <w:sz w:val="28"/>
        </w:rPr>
      </w:pPr>
      <w:r w:rsidRPr="008629B0">
        <w:rPr>
          <w:rFonts w:ascii="Times New Roman" w:hAnsi="Times New Roman"/>
          <w:sz w:val="28"/>
        </w:rPr>
        <w:t xml:space="preserve">Общий объем </w:t>
      </w:r>
      <w:r w:rsidRPr="008629B0">
        <w:rPr>
          <w:rFonts w:ascii="Times New Roman" w:hAnsi="Times New Roman"/>
          <w:sz w:val="28"/>
          <w:szCs w:val="28"/>
        </w:rPr>
        <w:t>финансирования по программе на 201</w:t>
      </w:r>
      <w:r>
        <w:rPr>
          <w:rFonts w:ascii="Times New Roman" w:hAnsi="Times New Roman"/>
          <w:sz w:val="28"/>
          <w:szCs w:val="28"/>
        </w:rPr>
        <w:t>9</w:t>
      </w:r>
      <w:r w:rsidRPr="008629B0">
        <w:rPr>
          <w:rFonts w:ascii="Times New Roman" w:hAnsi="Times New Roman"/>
          <w:sz w:val="28"/>
          <w:szCs w:val="28"/>
        </w:rPr>
        <w:t xml:space="preserve"> год составляет</w:t>
      </w:r>
      <w:r>
        <w:rPr>
          <w:rFonts w:ascii="Times New Roman" w:hAnsi="Times New Roman"/>
          <w:sz w:val="28"/>
          <w:szCs w:val="28"/>
        </w:rPr>
        <w:t xml:space="preserve"> 59383,6 </w:t>
      </w:r>
      <w:r w:rsidRPr="008629B0">
        <w:rPr>
          <w:rFonts w:ascii="Times New Roman" w:hAnsi="Times New Roman"/>
          <w:sz w:val="28"/>
          <w:szCs w:val="28"/>
        </w:rPr>
        <w:t xml:space="preserve">тыс. рублей, в том числе </w:t>
      </w:r>
      <w:r>
        <w:rPr>
          <w:rFonts w:ascii="Times New Roman" w:hAnsi="Times New Roman"/>
          <w:sz w:val="28"/>
          <w:szCs w:val="28"/>
        </w:rPr>
        <w:t xml:space="preserve">100,0 </w:t>
      </w:r>
      <w:r w:rsidRPr="008629B0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9B0">
        <w:rPr>
          <w:rFonts w:ascii="Times New Roman" w:hAnsi="Times New Roman"/>
          <w:sz w:val="28"/>
          <w:szCs w:val="28"/>
        </w:rPr>
        <w:t xml:space="preserve">за счет средств краевого бюджета и </w:t>
      </w:r>
      <w:r>
        <w:rPr>
          <w:rFonts w:ascii="Times New Roman" w:hAnsi="Times New Roman"/>
          <w:sz w:val="28"/>
          <w:szCs w:val="28"/>
        </w:rPr>
        <w:t xml:space="preserve">59283,6 </w:t>
      </w:r>
      <w:r w:rsidRPr="008629B0">
        <w:rPr>
          <w:rFonts w:ascii="Times New Roman" w:hAnsi="Times New Roman"/>
          <w:sz w:val="28"/>
          <w:szCs w:val="28"/>
        </w:rPr>
        <w:t xml:space="preserve">тыс. </w:t>
      </w:r>
      <w:r w:rsidRPr="008629B0">
        <w:rPr>
          <w:rFonts w:ascii="Times New Roman" w:hAnsi="Times New Roman"/>
          <w:sz w:val="28"/>
        </w:rPr>
        <w:t xml:space="preserve">рублей </w:t>
      </w:r>
      <w:r w:rsidRPr="008629B0">
        <w:rPr>
          <w:rFonts w:ascii="Times New Roman" w:hAnsi="Times New Roman"/>
          <w:sz w:val="28"/>
          <w:szCs w:val="28"/>
        </w:rPr>
        <w:t>средства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9B0">
        <w:rPr>
          <w:rFonts w:ascii="Times New Roman" w:hAnsi="Times New Roman"/>
          <w:sz w:val="28"/>
          <w:szCs w:val="28"/>
        </w:rPr>
        <w:t>Усть-Лабинского городского поселения Усть-Лабинского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29B0">
        <w:rPr>
          <w:rFonts w:ascii="Times New Roman" w:hAnsi="Times New Roman"/>
          <w:sz w:val="28"/>
        </w:rPr>
        <w:t>Исполнение</w:t>
      </w:r>
      <w:r>
        <w:rPr>
          <w:rFonts w:ascii="Times New Roman" w:hAnsi="Times New Roman"/>
          <w:sz w:val="28"/>
        </w:rPr>
        <w:t xml:space="preserve"> муниципальной программы за 2019 год</w:t>
      </w:r>
      <w:r w:rsidRPr="008629B0">
        <w:rPr>
          <w:rFonts w:ascii="Times New Roman" w:hAnsi="Times New Roman"/>
          <w:sz w:val="28"/>
        </w:rPr>
        <w:t xml:space="preserve"> составило </w:t>
      </w:r>
      <w:r>
        <w:rPr>
          <w:rFonts w:ascii="Times New Roman" w:hAnsi="Times New Roman"/>
          <w:sz w:val="28"/>
        </w:rPr>
        <w:t xml:space="preserve">100,0 </w:t>
      </w:r>
      <w:r w:rsidRPr="008629B0">
        <w:rPr>
          <w:rFonts w:ascii="Times New Roman" w:hAnsi="Times New Roman"/>
          <w:sz w:val="28"/>
        </w:rPr>
        <w:t xml:space="preserve">% или </w:t>
      </w:r>
      <w:r>
        <w:rPr>
          <w:rFonts w:ascii="Times New Roman" w:hAnsi="Times New Roman"/>
          <w:sz w:val="28"/>
        </w:rPr>
        <w:t xml:space="preserve">59368,8 </w:t>
      </w:r>
      <w:r w:rsidRPr="008629B0">
        <w:rPr>
          <w:rFonts w:ascii="Times New Roman" w:hAnsi="Times New Roman"/>
          <w:sz w:val="28"/>
        </w:rPr>
        <w:t>тыс.</w:t>
      </w:r>
      <w:r w:rsidRPr="0086709C">
        <w:rPr>
          <w:rFonts w:ascii="Times New Roman" w:hAnsi="Times New Roman"/>
          <w:sz w:val="28"/>
        </w:rPr>
        <w:t xml:space="preserve"> рублей от утвержденного финансирования, в том числе:</w:t>
      </w:r>
      <w:r>
        <w:rPr>
          <w:rFonts w:ascii="Times New Roman" w:hAnsi="Times New Roman"/>
          <w:sz w:val="28"/>
        </w:rPr>
        <w:t xml:space="preserve"> </w:t>
      </w:r>
      <w:r w:rsidRPr="0086709C">
        <w:rPr>
          <w:rFonts w:ascii="Times New Roman" w:hAnsi="Times New Roman"/>
          <w:sz w:val="28"/>
        </w:rPr>
        <w:t xml:space="preserve">исполнение за счет средств краевого бюджета </w:t>
      </w:r>
      <w:r>
        <w:rPr>
          <w:rFonts w:ascii="Times New Roman" w:hAnsi="Times New Roman"/>
          <w:sz w:val="28"/>
        </w:rPr>
        <w:t xml:space="preserve">100,0 </w:t>
      </w:r>
      <w:r w:rsidRPr="0086709C">
        <w:rPr>
          <w:rFonts w:ascii="Times New Roman" w:hAnsi="Times New Roman"/>
          <w:sz w:val="28"/>
        </w:rPr>
        <w:t>тыс. рублей (</w:t>
      </w:r>
      <w:r>
        <w:rPr>
          <w:rFonts w:ascii="Times New Roman" w:hAnsi="Times New Roman"/>
          <w:sz w:val="28"/>
        </w:rPr>
        <w:t>100,0</w:t>
      </w:r>
      <w:r w:rsidRPr="0086709C">
        <w:rPr>
          <w:rFonts w:ascii="Times New Roman" w:hAnsi="Times New Roman"/>
          <w:sz w:val="28"/>
        </w:rPr>
        <w:t xml:space="preserve">%); исполнение за счет средств местного бюджета </w:t>
      </w:r>
      <w:r>
        <w:rPr>
          <w:rFonts w:ascii="Times New Roman" w:hAnsi="Times New Roman"/>
          <w:sz w:val="28"/>
        </w:rPr>
        <w:t xml:space="preserve">59268,8 </w:t>
      </w:r>
      <w:r w:rsidRPr="0086709C">
        <w:rPr>
          <w:rFonts w:ascii="Times New Roman" w:hAnsi="Times New Roman"/>
          <w:sz w:val="28"/>
          <w:szCs w:val="28"/>
        </w:rPr>
        <w:t xml:space="preserve">тыс. </w:t>
      </w:r>
      <w:r w:rsidRPr="0086709C">
        <w:rPr>
          <w:rFonts w:ascii="Times New Roman" w:hAnsi="Times New Roman"/>
          <w:sz w:val="28"/>
        </w:rPr>
        <w:t>рублей (</w:t>
      </w:r>
      <w:r>
        <w:rPr>
          <w:rFonts w:ascii="Times New Roman" w:hAnsi="Times New Roman"/>
          <w:sz w:val="28"/>
        </w:rPr>
        <w:t>98,0</w:t>
      </w:r>
      <w:r w:rsidRPr="0086709C">
        <w:rPr>
          <w:rFonts w:ascii="Times New Roman" w:hAnsi="Times New Roman"/>
          <w:sz w:val="28"/>
        </w:rPr>
        <w:t>%).</w:t>
      </w:r>
    </w:p>
    <w:p w:rsidR="00E956EC" w:rsidRPr="0086709C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709C">
        <w:rPr>
          <w:rFonts w:ascii="Times New Roman" w:hAnsi="Times New Roman"/>
          <w:bCs/>
          <w:sz w:val="28"/>
          <w:szCs w:val="28"/>
        </w:rPr>
        <w:t>Запланированные к реализации мероприятия выполнены и перевыполнены.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6709C">
        <w:rPr>
          <w:rFonts w:ascii="Times New Roman" w:hAnsi="Times New Roman"/>
          <w:bCs/>
          <w:sz w:val="28"/>
          <w:szCs w:val="28"/>
        </w:rPr>
        <w:t>Основными результатами программы являются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6709C">
        <w:rPr>
          <w:rFonts w:ascii="Times New Roman" w:hAnsi="Times New Roman"/>
          <w:bCs/>
          <w:sz w:val="28"/>
          <w:szCs w:val="28"/>
        </w:rPr>
        <w:t>достигнутые показатели:</w:t>
      </w:r>
    </w:p>
    <w:p w:rsidR="00E956EC" w:rsidRPr="0086709C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709C">
        <w:rPr>
          <w:rFonts w:ascii="Times New Roman" w:hAnsi="Times New Roman"/>
          <w:bCs/>
          <w:sz w:val="28"/>
          <w:szCs w:val="28"/>
        </w:rPr>
        <w:t>- количество клубных формирований и кружков, работающих в муниципальных учреждениях культуры – 56;</w:t>
      </w:r>
    </w:p>
    <w:p w:rsidR="00E956EC" w:rsidRPr="0086709C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709C">
        <w:rPr>
          <w:rFonts w:ascii="Times New Roman" w:hAnsi="Times New Roman"/>
          <w:bCs/>
          <w:sz w:val="28"/>
          <w:szCs w:val="28"/>
        </w:rPr>
        <w:t>- количество жителей, участвующих в работе клубных формирований и кружках – 25</w:t>
      </w:r>
      <w:r>
        <w:rPr>
          <w:rFonts w:ascii="Times New Roman" w:hAnsi="Times New Roman"/>
          <w:bCs/>
          <w:sz w:val="28"/>
          <w:szCs w:val="28"/>
        </w:rPr>
        <w:t>90</w:t>
      </w:r>
      <w:r w:rsidRPr="0086709C">
        <w:rPr>
          <w:rFonts w:ascii="Times New Roman" w:hAnsi="Times New Roman"/>
          <w:bCs/>
          <w:sz w:val="28"/>
          <w:szCs w:val="28"/>
        </w:rPr>
        <w:t xml:space="preserve"> чел.;</w:t>
      </w:r>
    </w:p>
    <w:p w:rsidR="00E956EC" w:rsidRPr="0086709C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709C">
        <w:rPr>
          <w:rFonts w:ascii="Times New Roman" w:hAnsi="Times New Roman"/>
          <w:bCs/>
          <w:sz w:val="28"/>
          <w:szCs w:val="28"/>
        </w:rPr>
        <w:t>-количество мероприятий, проведённых учреждениями культуры –</w:t>
      </w:r>
      <w:r>
        <w:rPr>
          <w:rFonts w:ascii="Times New Roman" w:hAnsi="Times New Roman"/>
          <w:bCs/>
          <w:sz w:val="28"/>
          <w:szCs w:val="28"/>
        </w:rPr>
        <w:t>848</w:t>
      </w:r>
      <w:r w:rsidRPr="0086709C">
        <w:rPr>
          <w:rFonts w:ascii="Times New Roman" w:hAnsi="Times New Roman"/>
          <w:bCs/>
          <w:sz w:val="28"/>
          <w:szCs w:val="28"/>
        </w:rPr>
        <w:t>;</w:t>
      </w:r>
    </w:p>
    <w:p w:rsidR="00E956EC" w:rsidRPr="0086709C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709C">
        <w:rPr>
          <w:rFonts w:ascii="Times New Roman" w:hAnsi="Times New Roman"/>
          <w:bCs/>
          <w:sz w:val="28"/>
          <w:szCs w:val="28"/>
        </w:rPr>
        <w:t xml:space="preserve">- количество  зрителей посещающих мероприятия – </w:t>
      </w:r>
      <w:r>
        <w:rPr>
          <w:rFonts w:ascii="Times New Roman" w:hAnsi="Times New Roman"/>
          <w:bCs/>
          <w:sz w:val="28"/>
          <w:szCs w:val="28"/>
        </w:rPr>
        <w:t>204,7</w:t>
      </w:r>
      <w:r w:rsidRPr="0086709C">
        <w:rPr>
          <w:rFonts w:ascii="Times New Roman" w:hAnsi="Times New Roman"/>
          <w:bCs/>
          <w:sz w:val="28"/>
          <w:szCs w:val="28"/>
        </w:rPr>
        <w:t xml:space="preserve"> тыс. чел.;</w:t>
      </w:r>
    </w:p>
    <w:p w:rsidR="00E956EC" w:rsidRPr="0086709C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709C">
        <w:rPr>
          <w:rFonts w:ascii="Times New Roman" w:hAnsi="Times New Roman"/>
          <w:bCs/>
          <w:sz w:val="28"/>
          <w:szCs w:val="28"/>
        </w:rPr>
        <w:t xml:space="preserve">- количество </w:t>
      </w:r>
      <w:r>
        <w:rPr>
          <w:rFonts w:ascii="Times New Roman" w:hAnsi="Times New Roman"/>
          <w:bCs/>
          <w:sz w:val="28"/>
          <w:szCs w:val="28"/>
        </w:rPr>
        <w:t>зрителей киносеансов</w:t>
      </w:r>
      <w:r w:rsidRPr="0086709C">
        <w:rPr>
          <w:rFonts w:ascii="Times New Roman" w:hAnsi="Times New Roman"/>
          <w:bCs/>
          <w:sz w:val="28"/>
          <w:szCs w:val="28"/>
        </w:rPr>
        <w:t xml:space="preserve"> –</w:t>
      </w:r>
      <w:r>
        <w:rPr>
          <w:rFonts w:ascii="Times New Roman" w:hAnsi="Times New Roman"/>
          <w:bCs/>
          <w:sz w:val="28"/>
          <w:szCs w:val="28"/>
        </w:rPr>
        <w:t>31300</w:t>
      </w:r>
      <w:r w:rsidRPr="0086709C">
        <w:rPr>
          <w:rFonts w:ascii="Times New Roman" w:hAnsi="Times New Roman"/>
          <w:bCs/>
          <w:sz w:val="28"/>
          <w:szCs w:val="28"/>
        </w:rPr>
        <w:t xml:space="preserve"> штук.</w:t>
      </w:r>
    </w:p>
    <w:p w:rsidR="00E956EC" w:rsidRPr="0086709C" w:rsidRDefault="00E956EC" w:rsidP="0086709C">
      <w:pPr>
        <w:shd w:val="clear" w:color="auto" w:fill="FFFFFF"/>
        <w:tabs>
          <w:tab w:val="left" w:pos="878"/>
        </w:tabs>
        <w:spacing w:line="317" w:lineRule="exact"/>
        <w:jc w:val="both"/>
        <w:rPr>
          <w:rFonts w:ascii="Times New Roman" w:hAnsi="Times New Roman"/>
          <w:spacing w:val="-1"/>
          <w:sz w:val="28"/>
          <w:szCs w:val="28"/>
        </w:rPr>
      </w:pPr>
      <w:r w:rsidRPr="0086709C">
        <w:rPr>
          <w:rFonts w:ascii="Times New Roman" w:hAnsi="Times New Roman"/>
          <w:sz w:val="28"/>
          <w:szCs w:val="28"/>
        </w:rPr>
        <w:t xml:space="preserve">         Ожидаемый результат от реализации муниципальной программы достигнут полностью, это достигнуто  выполнением  муниципальных заданий получателями субсидий МАУК «Усть-Лабинский городской Дом культуры» Усть-Лабинского городского поселения Усть-Лабинского района и </w:t>
      </w:r>
      <w:r>
        <w:rPr>
          <w:rFonts w:ascii="Times New Roman" w:hAnsi="Times New Roman"/>
          <w:sz w:val="28"/>
          <w:szCs w:val="28"/>
        </w:rPr>
        <w:t xml:space="preserve">МАУК Центр кино и досуга </w:t>
      </w:r>
      <w:r w:rsidRPr="0086709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Знамя</w:t>
      </w:r>
      <w:r w:rsidRPr="0086709C">
        <w:rPr>
          <w:rFonts w:ascii="Times New Roman" w:hAnsi="Times New Roman"/>
          <w:sz w:val="28"/>
          <w:szCs w:val="28"/>
        </w:rPr>
        <w:t xml:space="preserve">». Они способствовали повышению уровня удовлетворенности населения Усть-Лабинского городского поселения Усть-Лабинского района качеством </w:t>
      </w:r>
      <w:r w:rsidRPr="0086709C">
        <w:rPr>
          <w:rFonts w:ascii="Times New Roman" w:hAnsi="Times New Roman"/>
          <w:spacing w:val="-1"/>
          <w:sz w:val="28"/>
          <w:szCs w:val="28"/>
        </w:rPr>
        <w:t>предоставления муниципальных услуг в сфере культуры.</w:t>
      </w:r>
    </w:p>
    <w:p w:rsidR="00E956EC" w:rsidRPr="00E925E6" w:rsidRDefault="00E956EC" w:rsidP="00402579">
      <w:pPr>
        <w:shd w:val="clear" w:color="auto" w:fill="FFFFFF"/>
        <w:tabs>
          <w:tab w:val="left" w:pos="878"/>
        </w:tabs>
        <w:spacing w:line="317" w:lineRule="exact"/>
        <w:jc w:val="both"/>
        <w:rPr>
          <w:rFonts w:ascii="Times New Roman" w:hAnsi="Times New Roman"/>
        </w:rPr>
      </w:pPr>
      <w:r w:rsidRPr="0086709C">
        <w:rPr>
          <w:rFonts w:ascii="Times New Roman" w:hAnsi="Times New Roman"/>
          <w:sz w:val="28"/>
          <w:szCs w:val="24"/>
          <w:lang w:eastAsia="ru-RU"/>
        </w:rPr>
        <w:t xml:space="preserve">            В результате проведённого мониторинга и оценки эффективности реализации муниципальной программы «Развитие культуры» итоговый показатель, рассчитанный на основе полученных оценок позволяет признать эффективность реализации муниципальной программы высокой.</w:t>
      </w:r>
    </w:p>
    <w:p w:rsidR="00E956EC" w:rsidRPr="00EA48B1" w:rsidRDefault="00E956EC" w:rsidP="00402579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A48B1">
        <w:rPr>
          <w:rFonts w:ascii="Times New Roman" w:hAnsi="Times New Roman"/>
          <w:b/>
          <w:sz w:val="28"/>
          <w:szCs w:val="28"/>
        </w:rPr>
        <w:t>Муниципальная программа «</w:t>
      </w:r>
      <w:r>
        <w:rPr>
          <w:rFonts w:ascii="Times New Roman" w:hAnsi="Times New Roman"/>
          <w:b/>
          <w:sz w:val="28"/>
          <w:szCs w:val="28"/>
        </w:rPr>
        <w:t>Оказание мер социальной поддержки граждан, проживающих на территории поселения</w:t>
      </w:r>
      <w:r w:rsidRPr="00EA48B1">
        <w:rPr>
          <w:rFonts w:ascii="Times New Roman" w:hAnsi="Times New Roman"/>
          <w:b/>
          <w:sz w:val="28"/>
          <w:szCs w:val="28"/>
        </w:rPr>
        <w:t>»</w:t>
      </w:r>
    </w:p>
    <w:p w:rsidR="00E956EC" w:rsidRDefault="00E956EC" w:rsidP="00C356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038DD">
        <w:rPr>
          <w:rFonts w:ascii="Times New Roman" w:hAnsi="Times New Roman"/>
          <w:sz w:val="28"/>
          <w:szCs w:val="24"/>
          <w:lang w:eastAsia="ru-RU"/>
        </w:rPr>
        <w:t>Муниципальная программа «</w:t>
      </w:r>
      <w:r w:rsidRPr="001D48C9">
        <w:rPr>
          <w:rFonts w:ascii="Times New Roman" w:hAnsi="Times New Roman"/>
          <w:sz w:val="28"/>
          <w:szCs w:val="28"/>
        </w:rPr>
        <w:t>Оказание мер социальной поддержки граждан, проживающих на территории поселения</w:t>
      </w:r>
      <w:r w:rsidRPr="008C3222">
        <w:rPr>
          <w:rFonts w:ascii="Times New Roman" w:hAnsi="Times New Roman"/>
          <w:sz w:val="28"/>
          <w:szCs w:val="24"/>
          <w:lang w:eastAsia="ru-RU"/>
        </w:rPr>
        <w:t>»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8C3222">
        <w:rPr>
          <w:rFonts w:ascii="Times New Roman" w:hAnsi="Times New Roman"/>
          <w:sz w:val="28"/>
          <w:szCs w:val="28"/>
        </w:rPr>
        <w:t xml:space="preserve">утверждена постановлением администрации </w:t>
      </w:r>
      <w:r>
        <w:rPr>
          <w:rFonts w:ascii="Times New Roman" w:hAnsi="Times New Roman"/>
          <w:sz w:val="28"/>
          <w:szCs w:val="28"/>
        </w:rPr>
        <w:t>Усть-Лабинского городского поселения Усть-Лабинского района»</w:t>
      </w:r>
      <w:r w:rsidRPr="008C322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18.12.2018 года № 1051</w:t>
      </w:r>
      <w:r w:rsidRPr="008C3222">
        <w:rPr>
          <w:rFonts w:ascii="Times New Roman" w:hAnsi="Times New Roman"/>
          <w:sz w:val="28"/>
          <w:szCs w:val="28"/>
        </w:rPr>
        <w:t xml:space="preserve">. </w:t>
      </w:r>
    </w:p>
    <w:p w:rsidR="00E956EC" w:rsidRDefault="00E956EC" w:rsidP="00C356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</w:t>
      </w:r>
      <w:r w:rsidRPr="008C3222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4"/>
          <w:lang w:eastAsia="ru-RU"/>
        </w:rPr>
        <w:t xml:space="preserve">финансовый отдел </w:t>
      </w:r>
      <w:r>
        <w:rPr>
          <w:rFonts w:ascii="Times New Roman" w:hAnsi="Times New Roman"/>
          <w:sz w:val="28"/>
          <w:szCs w:val="28"/>
        </w:rPr>
        <w:t>Усть-Лабинского городского поселения Усть-Лабинского района.</w:t>
      </w:r>
    </w:p>
    <w:p w:rsidR="00E956EC" w:rsidRPr="00C93FB6" w:rsidRDefault="00E956EC" w:rsidP="00C356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3FB6">
        <w:rPr>
          <w:rFonts w:ascii="Times New Roman" w:hAnsi="Times New Roman"/>
          <w:sz w:val="28"/>
          <w:szCs w:val="28"/>
        </w:rPr>
        <w:t xml:space="preserve">Финансирование по программе предусмотрено полностью за счет средств бюджета Усть-Лабинского городского поселения Усть-Лабинского района и составляет  </w:t>
      </w:r>
      <w:r>
        <w:rPr>
          <w:rFonts w:ascii="Times New Roman" w:hAnsi="Times New Roman"/>
          <w:sz w:val="28"/>
          <w:szCs w:val="28"/>
        </w:rPr>
        <w:t>1264,8</w:t>
      </w:r>
      <w:r w:rsidRPr="00C93FB6">
        <w:rPr>
          <w:rFonts w:ascii="Times New Roman" w:hAnsi="Times New Roman"/>
          <w:sz w:val="28"/>
          <w:szCs w:val="28"/>
        </w:rPr>
        <w:t xml:space="preserve"> тыс. рублей, и</w:t>
      </w:r>
      <w:r w:rsidRPr="00C93FB6">
        <w:rPr>
          <w:rFonts w:ascii="Times New Roman" w:hAnsi="Times New Roman"/>
          <w:sz w:val="28"/>
          <w:szCs w:val="24"/>
          <w:lang w:eastAsia="ru-RU"/>
        </w:rPr>
        <w:t xml:space="preserve">сполнение муниципальной программы составило </w:t>
      </w:r>
      <w:r>
        <w:rPr>
          <w:rFonts w:ascii="Times New Roman" w:hAnsi="Times New Roman"/>
          <w:sz w:val="28"/>
          <w:szCs w:val="24"/>
          <w:lang w:eastAsia="ru-RU"/>
        </w:rPr>
        <w:t xml:space="preserve">1218,7 </w:t>
      </w:r>
      <w:r w:rsidRPr="00C93FB6">
        <w:rPr>
          <w:rFonts w:ascii="Times New Roman" w:hAnsi="Times New Roman"/>
          <w:sz w:val="28"/>
          <w:szCs w:val="24"/>
          <w:lang w:eastAsia="ru-RU"/>
        </w:rPr>
        <w:t xml:space="preserve">тыс. рублей или </w:t>
      </w:r>
      <w:r>
        <w:rPr>
          <w:rFonts w:ascii="Times New Roman" w:hAnsi="Times New Roman"/>
          <w:sz w:val="28"/>
          <w:szCs w:val="24"/>
          <w:lang w:eastAsia="ru-RU"/>
        </w:rPr>
        <w:t>96,4</w:t>
      </w:r>
      <w:r w:rsidRPr="00C93FB6">
        <w:rPr>
          <w:rFonts w:ascii="Times New Roman" w:hAnsi="Times New Roman"/>
          <w:sz w:val="28"/>
          <w:szCs w:val="24"/>
          <w:lang w:eastAsia="ru-RU"/>
        </w:rPr>
        <w:t> % от утвержденного финансирования.</w:t>
      </w:r>
    </w:p>
    <w:p w:rsidR="00E956EC" w:rsidRPr="00C93FB6" w:rsidRDefault="00E956EC" w:rsidP="00402579">
      <w:pPr>
        <w:spacing w:after="0"/>
        <w:ind w:firstLine="708"/>
        <w:rPr>
          <w:rFonts w:ascii="Times New Roman" w:hAnsi="Times New Roman"/>
          <w:sz w:val="28"/>
          <w:szCs w:val="24"/>
          <w:lang w:eastAsia="ru-RU"/>
        </w:rPr>
      </w:pPr>
      <w:r w:rsidRPr="00C93FB6">
        <w:rPr>
          <w:rFonts w:ascii="Times New Roman" w:hAnsi="Times New Roman"/>
          <w:b/>
          <w:sz w:val="28"/>
        </w:rPr>
        <w:t xml:space="preserve">  </w:t>
      </w:r>
      <w:r w:rsidRPr="00C93FB6">
        <w:rPr>
          <w:rFonts w:ascii="Times New Roman" w:hAnsi="Times New Roman"/>
          <w:sz w:val="28"/>
          <w:szCs w:val="24"/>
          <w:lang w:eastAsia="ru-RU"/>
        </w:rPr>
        <w:t>Муниципальная программа включает следующие подпрограммы:</w:t>
      </w:r>
    </w:p>
    <w:p w:rsidR="00E956EC" w:rsidRPr="00C93FB6" w:rsidRDefault="00E956EC" w:rsidP="00402579">
      <w:pPr>
        <w:spacing w:after="0"/>
        <w:ind w:firstLine="708"/>
        <w:rPr>
          <w:rFonts w:ascii="Times New Roman" w:hAnsi="Times New Roman"/>
          <w:sz w:val="28"/>
          <w:szCs w:val="24"/>
          <w:lang w:eastAsia="ru-RU"/>
        </w:rPr>
      </w:pPr>
      <w:r w:rsidRPr="00C93FB6">
        <w:rPr>
          <w:rFonts w:ascii="Times New Roman" w:hAnsi="Times New Roman"/>
          <w:sz w:val="28"/>
          <w:szCs w:val="24"/>
          <w:lang w:eastAsia="ru-RU"/>
        </w:rPr>
        <w:t>1. Оказание  социальной поддержки отдельным категориям населения;</w:t>
      </w:r>
    </w:p>
    <w:p w:rsidR="00E956EC" w:rsidRPr="00C93FB6" w:rsidRDefault="00E956EC" w:rsidP="00402579">
      <w:pPr>
        <w:spacing w:after="0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 w:rsidRPr="00C93FB6">
        <w:rPr>
          <w:rFonts w:ascii="Times New Roman" w:hAnsi="Times New Roman"/>
          <w:sz w:val="28"/>
          <w:szCs w:val="24"/>
          <w:lang w:eastAsia="ru-RU"/>
        </w:rPr>
        <w:t>В рамках реализации подпрограммы осуществлено выполнение следующих мероприятий:</w:t>
      </w:r>
    </w:p>
    <w:p w:rsidR="00E956EC" w:rsidRPr="00C93FB6" w:rsidRDefault="00E956EC" w:rsidP="00C3569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C93FB6">
        <w:rPr>
          <w:rFonts w:ascii="Times New Roman" w:hAnsi="Times New Roman"/>
          <w:sz w:val="28"/>
          <w:szCs w:val="28"/>
          <w:lang w:eastAsia="ru-RU"/>
        </w:rPr>
        <w:t xml:space="preserve">- мероприятия по оказанию социальной поддержки отдельным категориям населения (дополнительная выплата гражданам, ушедшим на пенсию с муниципальной службы) </w:t>
      </w:r>
      <w:r>
        <w:rPr>
          <w:rFonts w:ascii="Times New Roman" w:hAnsi="Times New Roman"/>
          <w:sz w:val="28"/>
          <w:szCs w:val="28"/>
          <w:lang w:eastAsia="ru-RU"/>
        </w:rPr>
        <w:t>554,8</w:t>
      </w:r>
      <w:r w:rsidRPr="00C93FB6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E956EC" w:rsidRPr="00C93FB6" w:rsidRDefault="00E956EC" w:rsidP="00C3569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C93FB6">
        <w:rPr>
          <w:rFonts w:ascii="Times New Roman" w:hAnsi="Times New Roman"/>
          <w:sz w:val="28"/>
          <w:szCs w:val="28"/>
          <w:lang w:eastAsia="ru-RU"/>
        </w:rPr>
        <w:t xml:space="preserve">- оказание адресной социальной помощи (денежные выплаты людям, попавшим в трудную жизненную ситуацию, на лечение, пострадавшим от пожара) </w:t>
      </w:r>
      <w:r>
        <w:rPr>
          <w:rFonts w:ascii="Times New Roman" w:hAnsi="Times New Roman"/>
          <w:sz w:val="28"/>
          <w:szCs w:val="28"/>
          <w:lang w:eastAsia="ru-RU"/>
        </w:rPr>
        <w:t>250</w:t>
      </w:r>
      <w:r w:rsidRPr="00C93FB6">
        <w:rPr>
          <w:rFonts w:ascii="Times New Roman" w:hAnsi="Times New Roman"/>
          <w:sz w:val="28"/>
          <w:szCs w:val="28"/>
          <w:lang w:eastAsia="ru-RU"/>
        </w:rPr>
        <w:t>,0 тыс. рублей;</w:t>
      </w:r>
    </w:p>
    <w:p w:rsidR="00E956EC" w:rsidRPr="00C93FB6" w:rsidRDefault="00E956EC" w:rsidP="00C3569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C93FB6">
        <w:rPr>
          <w:rFonts w:ascii="Times New Roman" w:hAnsi="Times New Roman"/>
          <w:sz w:val="28"/>
          <w:szCs w:val="28"/>
          <w:lang w:eastAsia="ru-RU"/>
        </w:rPr>
        <w:t xml:space="preserve">- выплата за особые заслуги перед городским поселением (единовременная выплата гражданам, удостоенным звания Почетный гражданин города Усть-Лабинска) </w:t>
      </w:r>
      <w:r>
        <w:rPr>
          <w:rFonts w:ascii="Times New Roman" w:hAnsi="Times New Roman"/>
          <w:sz w:val="28"/>
          <w:szCs w:val="28"/>
          <w:lang w:eastAsia="ru-RU"/>
        </w:rPr>
        <w:t>460,0</w:t>
      </w:r>
      <w:r w:rsidRPr="00C93FB6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E956EC" w:rsidRPr="00C93FB6" w:rsidRDefault="00E956EC" w:rsidP="00C35692">
      <w:pPr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C93FB6">
        <w:rPr>
          <w:rFonts w:ascii="Times New Roman" w:hAnsi="Times New Roman"/>
          <w:sz w:val="28"/>
          <w:szCs w:val="24"/>
          <w:lang w:eastAsia="ru-RU"/>
        </w:rPr>
        <w:tab/>
        <w:t>Мероприятия, предусмотренные прогр</w:t>
      </w:r>
      <w:r>
        <w:rPr>
          <w:rFonts w:ascii="Times New Roman" w:hAnsi="Times New Roman"/>
          <w:sz w:val="28"/>
          <w:szCs w:val="24"/>
          <w:lang w:eastAsia="ru-RU"/>
        </w:rPr>
        <w:t>аммой выполнены в полном объеме (кроме выплат Почетным гражданам, не была увеличена численность получателей).</w:t>
      </w:r>
      <w:r w:rsidRPr="00C93FB6">
        <w:rPr>
          <w:rFonts w:ascii="Times New Roman" w:hAnsi="Times New Roman"/>
          <w:sz w:val="28"/>
          <w:szCs w:val="24"/>
          <w:lang w:eastAsia="ru-RU"/>
        </w:rPr>
        <w:t xml:space="preserve"> Целевые показатели реализации программы достигнуты</w:t>
      </w:r>
      <w:r>
        <w:rPr>
          <w:rFonts w:ascii="Times New Roman" w:hAnsi="Times New Roman"/>
          <w:sz w:val="28"/>
          <w:szCs w:val="24"/>
          <w:lang w:eastAsia="ru-RU"/>
        </w:rPr>
        <w:t xml:space="preserve"> частично</w:t>
      </w:r>
      <w:r w:rsidRPr="00C93FB6">
        <w:rPr>
          <w:rFonts w:ascii="Times New Roman" w:hAnsi="Times New Roman"/>
          <w:sz w:val="28"/>
          <w:szCs w:val="24"/>
          <w:lang w:eastAsia="ru-RU"/>
        </w:rPr>
        <w:t>.</w:t>
      </w:r>
    </w:p>
    <w:p w:rsidR="00E956EC" w:rsidRPr="00C7535C" w:rsidRDefault="00E956EC" w:rsidP="00C35692">
      <w:pPr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 w:rsidRPr="00C93FB6">
        <w:rPr>
          <w:rFonts w:ascii="Times New Roman" w:hAnsi="Times New Roman"/>
          <w:sz w:val="28"/>
          <w:szCs w:val="24"/>
          <w:lang w:eastAsia="ru-RU"/>
        </w:rPr>
        <w:t>В результате проведённого мониторинга и оценки эффективности реализации муниципальной программы «</w:t>
      </w:r>
      <w:r w:rsidRPr="00C93FB6">
        <w:rPr>
          <w:rFonts w:ascii="Times New Roman" w:hAnsi="Times New Roman"/>
          <w:sz w:val="28"/>
          <w:szCs w:val="28"/>
        </w:rPr>
        <w:t>Оказание мер социальной поддержки граждан, проживающих на территории поселения</w:t>
      </w:r>
      <w:r w:rsidRPr="00C93FB6">
        <w:rPr>
          <w:rFonts w:ascii="Times New Roman" w:hAnsi="Times New Roman"/>
          <w:sz w:val="28"/>
          <w:szCs w:val="24"/>
          <w:lang w:eastAsia="ru-RU"/>
        </w:rPr>
        <w:t>» итоговый показатель, рассчитанный на основе полученных оценок, позволяет признать эффективность реализации муниципальной программы соответствующей запланированной.</w:t>
      </w:r>
    </w:p>
    <w:p w:rsidR="00E956EC" w:rsidRPr="002C0E57" w:rsidRDefault="00E956EC" w:rsidP="004425D5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C0E57">
        <w:rPr>
          <w:rFonts w:ascii="Times New Roman" w:hAnsi="Times New Roman"/>
          <w:b/>
          <w:sz w:val="28"/>
          <w:szCs w:val="28"/>
        </w:rPr>
        <w:t>Муниципальная программа «Оказание мер социальной поддержки на приобретение (строительство) жилья»</w:t>
      </w:r>
    </w:p>
    <w:p w:rsidR="00E956EC" w:rsidRPr="00AC58EE" w:rsidRDefault="00E956EC" w:rsidP="004425D5">
      <w:pPr>
        <w:spacing w:after="0"/>
        <w:ind w:firstLine="708"/>
        <w:jc w:val="both"/>
        <w:rPr>
          <w:rFonts w:ascii="Times New Roman" w:hAnsi="Times New Roman"/>
        </w:rPr>
      </w:pPr>
      <w:r w:rsidRPr="002C0E57">
        <w:rPr>
          <w:rFonts w:ascii="Times New Roman" w:hAnsi="Times New Roman"/>
          <w:sz w:val="28"/>
          <w:szCs w:val="28"/>
        </w:rPr>
        <w:t>Муниципальная программа «Оказание мер социальной поддержки</w:t>
      </w:r>
      <w:r w:rsidRPr="00AC58EE">
        <w:rPr>
          <w:rFonts w:ascii="Times New Roman" w:hAnsi="Times New Roman"/>
          <w:sz w:val="28"/>
          <w:szCs w:val="28"/>
        </w:rPr>
        <w:t xml:space="preserve"> на приобретение (строительство) жилья» утверждена постановлением администрации Усть-Лабинского городского поселения Усть-Лабинского района от </w:t>
      </w:r>
      <w:r>
        <w:rPr>
          <w:rFonts w:ascii="Times New Roman" w:hAnsi="Times New Roman"/>
          <w:sz w:val="28"/>
          <w:szCs w:val="28"/>
        </w:rPr>
        <w:t>23.05.2018</w:t>
      </w:r>
      <w:r w:rsidRPr="00AC58EE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 380.</w:t>
      </w:r>
    </w:p>
    <w:p w:rsidR="00E956EC" w:rsidRPr="00712AE1" w:rsidRDefault="00E956EC" w:rsidP="004425D5">
      <w:pPr>
        <w:shd w:val="clear" w:color="auto" w:fill="FFFFFF"/>
        <w:ind w:left="7" w:right="14" w:firstLine="691"/>
        <w:jc w:val="both"/>
        <w:rPr>
          <w:rFonts w:ascii="Times New Roman" w:hAnsi="Times New Roman"/>
        </w:rPr>
      </w:pPr>
      <w:r w:rsidRPr="00712AE1">
        <w:rPr>
          <w:rFonts w:ascii="Times New Roman" w:hAnsi="Times New Roman"/>
          <w:sz w:val="28"/>
          <w:szCs w:val="28"/>
        </w:rPr>
        <w:t>Координатор муниципальной программы - юридический отдел администрации Усть-Лабинского городского поселения Усть-Лабинского района.</w:t>
      </w:r>
    </w:p>
    <w:p w:rsidR="00E956EC" w:rsidRPr="00712AE1" w:rsidRDefault="00E956EC" w:rsidP="004425D5">
      <w:pPr>
        <w:shd w:val="clear" w:color="auto" w:fill="FFFFFF"/>
        <w:spacing w:before="7"/>
        <w:ind w:left="7" w:right="22" w:firstLine="706"/>
        <w:jc w:val="both"/>
        <w:rPr>
          <w:rFonts w:ascii="Times New Roman" w:hAnsi="Times New Roman"/>
          <w:sz w:val="28"/>
          <w:szCs w:val="28"/>
        </w:rPr>
      </w:pPr>
      <w:r w:rsidRPr="00712AE1">
        <w:rPr>
          <w:rFonts w:ascii="Times New Roman" w:hAnsi="Times New Roman"/>
          <w:sz w:val="28"/>
          <w:szCs w:val="28"/>
        </w:rPr>
        <w:t xml:space="preserve">Общий объем финансирования по программе составил </w:t>
      </w:r>
      <w:r>
        <w:rPr>
          <w:rFonts w:ascii="Times New Roman" w:hAnsi="Times New Roman"/>
          <w:sz w:val="28"/>
          <w:szCs w:val="28"/>
        </w:rPr>
        <w:t>4526,2</w:t>
      </w:r>
      <w:r w:rsidRPr="00712AE1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E956EC" w:rsidRPr="00712AE1" w:rsidRDefault="00E956EC" w:rsidP="004425D5">
      <w:pPr>
        <w:shd w:val="clear" w:color="auto" w:fill="FFFFFF"/>
        <w:spacing w:before="7"/>
        <w:ind w:left="7" w:right="22" w:firstLine="706"/>
        <w:jc w:val="both"/>
        <w:rPr>
          <w:rFonts w:ascii="Times New Roman" w:hAnsi="Times New Roman"/>
          <w:sz w:val="28"/>
          <w:szCs w:val="28"/>
        </w:rPr>
      </w:pPr>
      <w:r w:rsidRPr="00712AE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pacing w:val="-1"/>
          <w:sz w:val="28"/>
          <w:szCs w:val="28"/>
        </w:rPr>
        <w:t>2082,1</w:t>
      </w:r>
      <w:r w:rsidRPr="00712AE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12AE1">
        <w:rPr>
          <w:rFonts w:ascii="Times New Roman" w:hAnsi="Times New Roman"/>
          <w:sz w:val="28"/>
          <w:szCs w:val="28"/>
        </w:rPr>
        <w:t xml:space="preserve">тыс. рублей за счет средств краевого бюджета, </w:t>
      </w:r>
    </w:p>
    <w:p w:rsidR="00E956EC" w:rsidRPr="00712AE1" w:rsidRDefault="00E956EC" w:rsidP="004425D5">
      <w:pPr>
        <w:shd w:val="clear" w:color="auto" w:fill="FFFFFF"/>
        <w:spacing w:before="7"/>
        <w:ind w:left="7" w:right="22" w:firstLine="706"/>
        <w:jc w:val="both"/>
        <w:rPr>
          <w:rFonts w:ascii="Times New Roman" w:hAnsi="Times New Roman"/>
          <w:spacing w:val="-1"/>
          <w:sz w:val="28"/>
          <w:szCs w:val="28"/>
        </w:rPr>
      </w:pPr>
      <w:r w:rsidRPr="00712AE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pacing w:val="-1"/>
          <w:sz w:val="28"/>
          <w:szCs w:val="28"/>
        </w:rPr>
        <w:t>1072,4</w:t>
      </w:r>
      <w:r w:rsidRPr="00712AE1">
        <w:rPr>
          <w:rFonts w:ascii="Times New Roman" w:hAnsi="Times New Roman"/>
          <w:spacing w:val="-1"/>
          <w:sz w:val="28"/>
          <w:szCs w:val="28"/>
        </w:rPr>
        <w:t xml:space="preserve"> тыс. рублей за счет средств федерального бюджета, </w:t>
      </w:r>
    </w:p>
    <w:p w:rsidR="00E956EC" w:rsidRPr="00712AE1" w:rsidRDefault="00E956EC" w:rsidP="004425D5">
      <w:pPr>
        <w:shd w:val="clear" w:color="auto" w:fill="FFFFFF"/>
        <w:spacing w:before="7"/>
        <w:ind w:left="7" w:right="22" w:firstLine="706"/>
        <w:jc w:val="both"/>
        <w:rPr>
          <w:rFonts w:ascii="Times New Roman" w:hAnsi="Times New Roman"/>
        </w:rPr>
      </w:pPr>
      <w:r w:rsidRPr="00712AE1">
        <w:rPr>
          <w:rFonts w:ascii="Times New Roman" w:hAnsi="Times New Roman"/>
          <w:spacing w:val="-1"/>
          <w:sz w:val="28"/>
          <w:szCs w:val="28"/>
        </w:rPr>
        <w:t>-</w:t>
      </w:r>
      <w:r>
        <w:rPr>
          <w:rFonts w:ascii="Times New Roman" w:hAnsi="Times New Roman"/>
          <w:spacing w:val="-1"/>
          <w:sz w:val="28"/>
          <w:szCs w:val="28"/>
        </w:rPr>
        <w:t>1009,7</w:t>
      </w:r>
      <w:r w:rsidRPr="00712AE1">
        <w:rPr>
          <w:rFonts w:ascii="Times New Roman" w:hAnsi="Times New Roman"/>
          <w:spacing w:val="-1"/>
          <w:sz w:val="28"/>
          <w:szCs w:val="28"/>
        </w:rPr>
        <w:t xml:space="preserve"> тыс. рублей </w:t>
      </w:r>
      <w:r w:rsidRPr="00712AE1">
        <w:rPr>
          <w:rFonts w:ascii="Times New Roman" w:hAnsi="Times New Roman"/>
          <w:sz w:val="28"/>
          <w:szCs w:val="28"/>
        </w:rPr>
        <w:t>за счет средств бюджета Усть-Лабинского городского поселения Усть-Лабинского района.</w:t>
      </w:r>
    </w:p>
    <w:p w:rsidR="00E956EC" w:rsidRPr="00712AE1" w:rsidRDefault="00E956EC" w:rsidP="00AC58EE">
      <w:pPr>
        <w:shd w:val="clear" w:color="auto" w:fill="FFFFFF"/>
        <w:ind w:left="14" w:right="14" w:firstLine="72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</w:t>
      </w:r>
      <w:r w:rsidRPr="00712AE1">
        <w:rPr>
          <w:rFonts w:ascii="Times New Roman" w:hAnsi="Times New Roman"/>
          <w:sz w:val="28"/>
          <w:szCs w:val="28"/>
        </w:rPr>
        <w:t xml:space="preserve">рограмма «Оказание мер социальной поддержки на приобретение (строительство) жилья» предусматривает предоставление социальных выплат молодым семьям для приобретения (строительства) жилья за счет </w:t>
      </w:r>
      <w:r w:rsidRPr="00712AE1">
        <w:rPr>
          <w:rFonts w:ascii="Times New Roman" w:hAnsi="Times New Roman"/>
          <w:spacing w:val="-1"/>
          <w:sz w:val="28"/>
          <w:szCs w:val="28"/>
        </w:rPr>
        <w:t>софинансирования из средств федерального, краевого и местного бюджетов.</w:t>
      </w:r>
    </w:p>
    <w:p w:rsidR="00E956EC" w:rsidRPr="00764E50" w:rsidRDefault="00E956EC" w:rsidP="004425D5">
      <w:pPr>
        <w:shd w:val="clear" w:color="auto" w:fill="FFFFFF"/>
        <w:ind w:left="7" w:right="22" w:firstLine="706"/>
        <w:jc w:val="both"/>
        <w:rPr>
          <w:rFonts w:ascii="Times New Roman" w:hAnsi="Times New Roman"/>
        </w:rPr>
      </w:pPr>
      <w:r w:rsidRPr="00764E50">
        <w:rPr>
          <w:rFonts w:ascii="Times New Roman" w:hAnsi="Times New Roman"/>
          <w:sz w:val="28"/>
          <w:szCs w:val="28"/>
        </w:rPr>
        <w:t>В рамках подпрограммы в 201</w:t>
      </w:r>
      <w:r>
        <w:rPr>
          <w:rFonts w:ascii="Times New Roman" w:hAnsi="Times New Roman"/>
          <w:sz w:val="28"/>
          <w:szCs w:val="28"/>
        </w:rPr>
        <w:t>9</w:t>
      </w:r>
      <w:r w:rsidRPr="00764E50">
        <w:rPr>
          <w:rFonts w:ascii="Times New Roman" w:hAnsi="Times New Roman"/>
          <w:sz w:val="28"/>
          <w:szCs w:val="28"/>
        </w:rPr>
        <w:t xml:space="preserve"> году запланировано предоставить социальные выплаты на приобретение (строительство) жилья, тем самым улучшить жилищные условия </w:t>
      </w:r>
      <w:r>
        <w:rPr>
          <w:rFonts w:ascii="Times New Roman" w:hAnsi="Times New Roman"/>
          <w:sz w:val="28"/>
          <w:szCs w:val="28"/>
        </w:rPr>
        <w:t>5</w:t>
      </w:r>
      <w:r w:rsidRPr="00764E50">
        <w:rPr>
          <w:rFonts w:ascii="Times New Roman" w:hAnsi="Times New Roman"/>
          <w:sz w:val="28"/>
          <w:szCs w:val="28"/>
        </w:rPr>
        <w:t xml:space="preserve"> молодым семьям.</w:t>
      </w:r>
    </w:p>
    <w:p w:rsidR="00E956EC" w:rsidRPr="00764E50" w:rsidRDefault="00E956EC" w:rsidP="00AC58EE">
      <w:pPr>
        <w:shd w:val="clear" w:color="auto" w:fill="FFFFFF"/>
        <w:ind w:left="698"/>
        <w:rPr>
          <w:rFonts w:ascii="Times New Roman" w:hAnsi="Times New Roman"/>
        </w:rPr>
      </w:pPr>
      <w:r w:rsidRPr="00764E50">
        <w:rPr>
          <w:rFonts w:ascii="Times New Roman" w:hAnsi="Times New Roman"/>
          <w:sz w:val="28"/>
          <w:szCs w:val="28"/>
        </w:rPr>
        <w:t>Исполнение программы составило 100,0%, в том числе:</w:t>
      </w:r>
    </w:p>
    <w:p w:rsidR="00E956EC" w:rsidRPr="00764E50" w:rsidRDefault="00E956EC" w:rsidP="00AC58EE">
      <w:pPr>
        <w:widowControl w:val="0"/>
        <w:numPr>
          <w:ilvl w:val="0"/>
          <w:numId w:val="14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/>
        <w:ind w:left="7" w:right="29" w:firstLine="698"/>
        <w:jc w:val="both"/>
        <w:rPr>
          <w:rFonts w:ascii="Times New Roman" w:hAnsi="Times New Roman"/>
          <w:sz w:val="28"/>
          <w:szCs w:val="28"/>
        </w:rPr>
      </w:pPr>
      <w:r w:rsidRPr="00764E50">
        <w:rPr>
          <w:rFonts w:ascii="Times New Roman" w:hAnsi="Times New Roman"/>
          <w:sz w:val="28"/>
          <w:szCs w:val="28"/>
        </w:rPr>
        <w:t xml:space="preserve">исполнение за счет средств краевого бюджета </w:t>
      </w:r>
      <w:r>
        <w:rPr>
          <w:rFonts w:ascii="Times New Roman" w:hAnsi="Times New Roman"/>
          <w:sz w:val="28"/>
          <w:szCs w:val="28"/>
        </w:rPr>
        <w:t>1072,4</w:t>
      </w:r>
      <w:r w:rsidRPr="00764E50">
        <w:rPr>
          <w:rFonts w:ascii="Times New Roman" w:hAnsi="Times New Roman"/>
          <w:sz w:val="28"/>
          <w:szCs w:val="28"/>
        </w:rPr>
        <w:t xml:space="preserve"> тыс. рублей (100,0%);</w:t>
      </w:r>
    </w:p>
    <w:p w:rsidR="00E956EC" w:rsidRPr="00764E50" w:rsidRDefault="00E956EC" w:rsidP="00AC58EE">
      <w:pPr>
        <w:widowControl w:val="0"/>
        <w:numPr>
          <w:ilvl w:val="0"/>
          <w:numId w:val="14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/>
        <w:ind w:left="7" w:right="29" w:firstLine="698"/>
        <w:jc w:val="both"/>
        <w:rPr>
          <w:rFonts w:ascii="Times New Roman" w:hAnsi="Times New Roman"/>
          <w:sz w:val="28"/>
          <w:szCs w:val="28"/>
        </w:rPr>
      </w:pPr>
      <w:r w:rsidRPr="00764E50">
        <w:rPr>
          <w:rFonts w:ascii="Times New Roman" w:hAnsi="Times New Roman"/>
          <w:sz w:val="28"/>
          <w:szCs w:val="28"/>
        </w:rPr>
        <w:t xml:space="preserve">исполнение за счет средств федерального бюджета </w:t>
      </w:r>
      <w:r>
        <w:rPr>
          <w:rFonts w:ascii="Times New Roman" w:hAnsi="Times New Roman"/>
          <w:sz w:val="28"/>
          <w:szCs w:val="28"/>
        </w:rPr>
        <w:t>1009,6</w:t>
      </w:r>
      <w:r w:rsidRPr="00764E50">
        <w:rPr>
          <w:rFonts w:ascii="Times New Roman" w:hAnsi="Times New Roman"/>
          <w:sz w:val="28"/>
          <w:szCs w:val="28"/>
        </w:rPr>
        <w:t xml:space="preserve"> тыс. рублей (100,0%);</w:t>
      </w:r>
    </w:p>
    <w:p w:rsidR="00E956EC" w:rsidRPr="00764E50" w:rsidRDefault="00E956EC" w:rsidP="00AC58EE">
      <w:pPr>
        <w:widowControl w:val="0"/>
        <w:numPr>
          <w:ilvl w:val="0"/>
          <w:numId w:val="14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/>
        <w:ind w:left="7" w:right="29" w:firstLine="698"/>
        <w:jc w:val="both"/>
        <w:rPr>
          <w:rFonts w:ascii="Times New Roman" w:hAnsi="Times New Roman"/>
          <w:sz w:val="28"/>
          <w:szCs w:val="28"/>
        </w:rPr>
      </w:pPr>
      <w:r w:rsidRPr="00764E50">
        <w:rPr>
          <w:rFonts w:ascii="Times New Roman" w:hAnsi="Times New Roman"/>
          <w:sz w:val="28"/>
          <w:szCs w:val="28"/>
        </w:rPr>
        <w:t xml:space="preserve">исполнение за счет средств бюджета Усть-Лабинского городского поселения Усть-Лабинского района </w:t>
      </w:r>
      <w:r>
        <w:rPr>
          <w:rFonts w:ascii="Times New Roman" w:hAnsi="Times New Roman"/>
          <w:sz w:val="28"/>
          <w:szCs w:val="28"/>
        </w:rPr>
        <w:t>2444,1</w:t>
      </w:r>
      <w:r w:rsidRPr="00764E50">
        <w:rPr>
          <w:rFonts w:ascii="Times New Roman" w:hAnsi="Times New Roman"/>
          <w:sz w:val="28"/>
          <w:szCs w:val="28"/>
        </w:rPr>
        <w:t xml:space="preserve"> тыс. рублей (100,0%).</w:t>
      </w:r>
    </w:p>
    <w:p w:rsidR="00E956EC" w:rsidRPr="00764E50" w:rsidRDefault="00E956EC" w:rsidP="00AC58EE">
      <w:pPr>
        <w:shd w:val="clear" w:color="auto" w:fill="FFFFFF"/>
        <w:ind w:left="7" w:right="22" w:firstLine="691"/>
        <w:jc w:val="both"/>
        <w:rPr>
          <w:rFonts w:ascii="Times New Roman" w:hAnsi="Times New Roman"/>
          <w:sz w:val="28"/>
          <w:szCs w:val="28"/>
        </w:rPr>
      </w:pPr>
      <w:r w:rsidRPr="00764E50">
        <w:rPr>
          <w:rFonts w:ascii="Times New Roman" w:hAnsi="Times New Roman"/>
          <w:spacing w:val="-2"/>
          <w:sz w:val="28"/>
          <w:szCs w:val="28"/>
        </w:rPr>
        <w:t xml:space="preserve">При реализации мероприятий подпрограммы «Социальные выплаты на </w:t>
      </w:r>
      <w:r w:rsidRPr="00764E50">
        <w:rPr>
          <w:rFonts w:ascii="Times New Roman" w:hAnsi="Times New Roman"/>
          <w:spacing w:val="-1"/>
          <w:sz w:val="28"/>
          <w:szCs w:val="28"/>
        </w:rPr>
        <w:t xml:space="preserve">обеспечение жильем молодых семей» молодые семьи получили возможность </w:t>
      </w:r>
      <w:r w:rsidRPr="00764E50">
        <w:rPr>
          <w:rFonts w:ascii="Times New Roman" w:hAnsi="Times New Roman"/>
          <w:sz w:val="28"/>
          <w:szCs w:val="28"/>
        </w:rPr>
        <w:t>приобрести жилые помещения, в том числе с привлечением кредитных, собственных средств, а также средств материнского капитала.</w:t>
      </w:r>
    </w:p>
    <w:p w:rsidR="00E956EC" w:rsidRPr="00C7535C" w:rsidRDefault="00E956EC" w:rsidP="004425D5">
      <w:pPr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 w:rsidRPr="00764E50">
        <w:rPr>
          <w:rFonts w:ascii="Times New Roman" w:hAnsi="Times New Roman"/>
          <w:sz w:val="28"/>
          <w:szCs w:val="24"/>
          <w:lang w:eastAsia="ru-RU"/>
        </w:rPr>
        <w:t>В результате проведённого мониторинга и оценки эффективности реализации муниципальной программы «</w:t>
      </w:r>
      <w:r w:rsidRPr="00764E50">
        <w:rPr>
          <w:rFonts w:ascii="Times New Roman" w:hAnsi="Times New Roman"/>
          <w:sz w:val="28"/>
          <w:szCs w:val="28"/>
        </w:rPr>
        <w:t>Развитие физической культуры и массового спорта</w:t>
      </w:r>
      <w:r w:rsidRPr="00764E50">
        <w:rPr>
          <w:rFonts w:ascii="Times New Roman" w:hAnsi="Times New Roman"/>
          <w:sz w:val="28"/>
          <w:szCs w:val="24"/>
          <w:lang w:eastAsia="ru-RU"/>
        </w:rPr>
        <w:t xml:space="preserve">» итоговый показатель, рассчитанный на основе полученных оценок, позволяет признать эффективность реализации муниципальной программы </w:t>
      </w:r>
      <w:r>
        <w:rPr>
          <w:rFonts w:ascii="Times New Roman" w:hAnsi="Times New Roman"/>
          <w:sz w:val="28"/>
          <w:szCs w:val="24"/>
          <w:lang w:eastAsia="ru-RU"/>
        </w:rPr>
        <w:t>высокой</w:t>
      </w:r>
      <w:r w:rsidRPr="00764E50">
        <w:rPr>
          <w:rFonts w:ascii="Times New Roman" w:hAnsi="Times New Roman"/>
          <w:sz w:val="28"/>
          <w:szCs w:val="24"/>
          <w:lang w:eastAsia="ru-RU"/>
        </w:rPr>
        <w:t>.</w:t>
      </w:r>
    </w:p>
    <w:p w:rsidR="00E956EC" w:rsidRPr="00EA48B1" w:rsidRDefault="00E956EC" w:rsidP="00402579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A48B1">
        <w:rPr>
          <w:rFonts w:ascii="Times New Roman" w:hAnsi="Times New Roman"/>
          <w:b/>
          <w:sz w:val="28"/>
          <w:szCs w:val="28"/>
        </w:rPr>
        <w:t xml:space="preserve">Муниципальная программа «Развитие </w:t>
      </w:r>
      <w:r>
        <w:rPr>
          <w:rFonts w:ascii="Times New Roman" w:hAnsi="Times New Roman"/>
          <w:b/>
          <w:sz w:val="28"/>
          <w:szCs w:val="28"/>
        </w:rPr>
        <w:t>физической культуры и массового спорта</w:t>
      </w:r>
      <w:r w:rsidRPr="00EA48B1">
        <w:rPr>
          <w:rFonts w:ascii="Times New Roman" w:hAnsi="Times New Roman"/>
          <w:b/>
          <w:sz w:val="28"/>
          <w:szCs w:val="28"/>
        </w:rPr>
        <w:t>»</w:t>
      </w:r>
    </w:p>
    <w:p w:rsidR="00E956EC" w:rsidRPr="00402579" w:rsidRDefault="00E956EC" w:rsidP="00535EC6">
      <w:pPr>
        <w:shd w:val="clear" w:color="auto" w:fill="FFFFFF"/>
        <w:spacing w:line="317" w:lineRule="exact"/>
        <w:ind w:firstLine="698"/>
        <w:jc w:val="both"/>
        <w:rPr>
          <w:rFonts w:ascii="Times New Roman" w:hAnsi="Times New Roman"/>
        </w:rPr>
      </w:pPr>
      <w:r w:rsidRPr="00402579">
        <w:rPr>
          <w:rFonts w:ascii="Times New Roman" w:hAnsi="Times New Roman"/>
          <w:sz w:val="28"/>
          <w:szCs w:val="28"/>
        </w:rPr>
        <w:t xml:space="preserve">Муниципальная программа «Развитие физической культуры и массового спорта» утверждена постановлением администрации Усть-Лабинского городского поселения Усть-Лабинского </w:t>
      </w:r>
      <w:r w:rsidRPr="00D305D3">
        <w:rPr>
          <w:rFonts w:ascii="Times New Roman" w:hAnsi="Times New Roman"/>
          <w:sz w:val="28"/>
          <w:szCs w:val="28"/>
        </w:rPr>
        <w:t xml:space="preserve">района </w:t>
      </w:r>
      <w:r w:rsidRPr="00D305D3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21.12.2018</w:t>
      </w:r>
      <w:r w:rsidRPr="0040257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1111.</w:t>
      </w:r>
    </w:p>
    <w:p w:rsidR="00E956EC" w:rsidRPr="0086709C" w:rsidRDefault="00E956EC" w:rsidP="00535EC6">
      <w:pPr>
        <w:shd w:val="clear" w:color="auto" w:fill="FFFFFF"/>
        <w:spacing w:line="317" w:lineRule="exact"/>
        <w:ind w:left="7" w:right="7" w:firstLine="691"/>
        <w:jc w:val="both"/>
        <w:rPr>
          <w:rFonts w:ascii="Times New Roman" w:hAnsi="Times New Roman"/>
        </w:rPr>
      </w:pPr>
      <w:r w:rsidRPr="00402579">
        <w:rPr>
          <w:rFonts w:ascii="Times New Roman" w:hAnsi="Times New Roman"/>
          <w:sz w:val="28"/>
          <w:szCs w:val="28"/>
        </w:rPr>
        <w:t xml:space="preserve">Координатор муниципальной программы - отдел по делам молодёжи, культуре, физической культуре и спорту администрации Усть-Лабинского </w:t>
      </w:r>
      <w:r w:rsidRPr="0086709C">
        <w:rPr>
          <w:rFonts w:ascii="Times New Roman" w:hAnsi="Times New Roman"/>
          <w:sz w:val="28"/>
          <w:szCs w:val="28"/>
        </w:rPr>
        <w:t>городского поселения Усть-Лабинского района.</w:t>
      </w:r>
    </w:p>
    <w:p w:rsidR="00E956EC" w:rsidRPr="0086709C" w:rsidRDefault="00E956EC" w:rsidP="0086709C">
      <w:pPr>
        <w:ind w:firstLine="708"/>
        <w:jc w:val="both"/>
        <w:rPr>
          <w:rFonts w:ascii="Times New Roman" w:hAnsi="Times New Roman"/>
          <w:sz w:val="28"/>
        </w:rPr>
      </w:pPr>
      <w:r w:rsidRPr="0086709C">
        <w:rPr>
          <w:rFonts w:ascii="Times New Roman" w:hAnsi="Times New Roman"/>
          <w:sz w:val="28"/>
        </w:rPr>
        <w:t xml:space="preserve">Общий объем </w:t>
      </w:r>
      <w:r w:rsidRPr="0086709C">
        <w:rPr>
          <w:rFonts w:ascii="Times New Roman" w:hAnsi="Times New Roman"/>
          <w:sz w:val="28"/>
          <w:szCs w:val="28"/>
        </w:rPr>
        <w:t>фи</w:t>
      </w:r>
      <w:r>
        <w:rPr>
          <w:rFonts w:ascii="Times New Roman" w:hAnsi="Times New Roman"/>
          <w:sz w:val="28"/>
          <w:szCs w:val="28"/>
        </w:rPr>
        <w:t>нансирования по программе в 2019</w:t>
      </w:r>
      <w:r w:rsidRPr="0086709C">
        <w:rPr>
          <w:rFonts w:ascii="Times New Roman" w:hAnsi="Times New Roman"/>
          <w:sz w:val="28"/>
          <w:szCs w:val="28"/>
        </w:rPr>
        <w:t xml:space="preserve"> году составляет</w:t>
      </w:r>
      <w:r>
        <w:rPr>
          <w:rFonts w:ascii="Times New Roman" w:hAnsi="Times New Roman"/>
          <w:sz w:val="28"/>
          <w:szCs w:val="28"/>
        </w:rPr>
        <w:t xml:space="preserve"> 12292,9</w:t>
      </w:r>
      <w:r w:rsidRPr="0086709C">
        <w:rPr>
          <w:rFonts w:ascii="Times New Roman" w:hAnsi="Times New Roman"/>
          <w:sz w:val="28"/>
          <w:szCs w:val="28"/>
        </w:rPr>
        <w:t xml:space="preserve"> тыс. рублей из средств бюджетаУсть-Лабинского городского поселения Усть-Лабинского района.</w:t>
      </w:r>
      <w:r w:rsidRPr="0086709C">
        <w:rPr>
          <w:rFonts w:ascii="Times New Roman" w:hAnsi="Times New Roman"/>
          <w:sz w:val="28"/>
        </w:rPr>
        <w:t xml:space="preserve"> Исполнен</w:t>
      </w:r>
      <w:r>
        <w:rPr>
          <w:rFonts w:ascii="Times New Roman" w:hAnsi="Times New Roman"/>
          <w:sz w:val="28"/>
        </w:rPr>
        <w:t>ие муниципальной программы в 2019 году</w:t>
      </w:r>
      <w:r w:rsidRPr="0086709C">
        <w:rPr>
          <w:rFonts w:ascii="Times New Roman" w:hAnsi="Times New Roman"/>
          <w:sz w:val="28"/>
        </w:rPr>
        <w:t xml:space="preserve"> составило </w:t>
      </w:r>
      <w:r>
        <w:rPr>
          <w:rFonts w:ascii="Times New Roman" w:hAnsi="Times New Roman"/>
          <w:sz w:val="28"/>
        </w:rPr>
        <w:t xml:space="preserve">100,0 </w:t>
      </w:r>
      <w:r w:rsidRPr="0086709C">
        <w:rPr>
          <w:rFonts w:ascii="Times New Roman" w:hAnsi="Times New Roman"/>
          <w:sz w:val="28"/>
        </w:rPr>
        <w:t xml:space="preserve">% или </w:t>
      </w:r>
      <w:r>
        <w:rPr>
          <w:rFonts w:ascii="Times New Roman" w:hAnsi="Times New Roman"/>
          <w:sz w:val="28"/>
        </w:rPr>
        <w:t>12292,9 т</w:t>
      </w:r>
      <w:r w:rsidRPr="0086709C">
        <w:rPr>
          <w:rFonts w:ascii="Times New Roman" w:hAnsi="Times New Roman"/>
          <w:sz w:val="28"/>
        </w:rPr>
        <w:t>ыс. рублей от утвержденного финансирования. Экономия средств по строке «Мероприятия по развитию массового спорта» сложилась при проведении торгов при закупке товаров.</w:t>
      </w:r>
    </w:p>
    <w:p w:rsidR="00E956EC" w:rsidRPr="0086709C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709C">
        <w:rPr>
          <w:rFonts w:ascii="Times New Roman" w:hAnsi="Times New Roman"/>
          <w:bCs/>
          <w:sz w:val="28"/>
          <w:szCs w:val="28"/>
        </w:rPr>
        <w:t>Запланированные к реализации в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86709C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у мероприятия выполнены. </w:t>
      </w:r>
      <w:r w:rsidRPr="0086709C">
        <w:rPr>
          <w:rFonts w:ascii="Times New Roman" w:hAnsi="Times New Roman"/>
          <w:bCs/>
          <w:sz w:val="28"/>
          <w:szCs w:val="28"/>
        </w:rPr>
        <w:t>Основными результатами программы являются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6709C">
        <w:rPr>
          <w:rFonts w:ascii="Times New Roman" w:hAnsi="Times New Roman"/>
          <w:bCs/>
          <w:sz w:val="28"/>
          <w:szCs w:val="28"/>
        </w:rPr>
        <w:t>достигнутые показатели:</w:t>
      </w:r>
    </w:p>
    <w:p w:rsidR="00E956EC" w:rsidRPr="002C0E57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E57">
        <w:rPr>
          <w:rFonts w:ascii="Times New Roman" w:hAnsi="Times New Roman"/>
          <w:bCs/>
          <w:sz w:val="28"/>
          <w:szCs w:val="28"/>
        </w:rPr>
        <w:t>- количество проведенных мероприятий 110;</w:t>
      </w:r>
    </w:p>
    <w:p w:rsidR="00E956EC" w:rsidRPr="0086709C" w:rsidRDefault="00E956EC" w:rsidP="0086709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0E57">
        <w:rPr>
          <w:rFonts w:ascii="Times New Roman" w:hAnsi="Times New Roman"/>
          <w:bCs/>
          <w:sz w:val="28"/>
          <w:szCs w:val="28"/>
        </w:rPr>
        <w:t>- численность жителей, принявших участие в физкультурных и спортивных мероприятиях (накопительно) –24060 чел.</w:t>
      </w:r>
      <w:r w:rsidRPr="0086709C">
        <w:rPr>
          <w:rFonts w:ascii="Times New Roman" w:hAnsi="Times New Roman"/>
          <w:bCs/>
          <w:sz w:val="28"/>
          <w:szCs w:val="28"/>
        </w:rPr>
        <w:t xml:space="preserve"> </w:t>
      </w:r>
    </w:p>
    <w:p w:rsidR="00E956EC" w:rsidRPr="0086709C" w:rsidRDefault="00E956EC" w:rsidP="00535EC6">
      <w:pPr>
        <w:shd w:val="clear" w:color="auto" w:fill="FFFFFF"/>
        <w:spacing w:line="317" w:lineRule="exact"/>
        <w:ind w:left="7" w:right="7" w:firstLine="691"/>
        <w:jc w:val="both"/>
        <w:rPr>
          <w:rFonts w:ascii="Times New Roman" w:hAnsi="Times New Roman"/>
          <w:sz w:val="28"/>
          <w:szCs w:val="28"/>
        </w:rPr>
      </w:pPr>
      <w:r w:rsidRPr="0086709C">
        <w:rPr>
          <w:rFonts w:ascii="Times New Roman" w:hAnsi="Times New Roman"/>
          <w:sz w:val="28"/>
          <w:szCs w:val="28"/>
        </w:rPr>
        <w:t>Фактические затраты на реализацию муниципальной программы соответствуют ожидаемому непосредственному результату - выполнение муниципального задания получателем субсидии МБУС «Усть-Лабинский городской спортивный центр «Кубань» Усть-Лабинского городского п</w:t>
      </w:r>
      <w:r>
        <w:rPr>
          <w:rFonts w:ascii="Times New Roman" w:hAnsi="Times New Roman"/>
          <w:sz w:val="28"/>
          <w:szCs w:val="28"/>
        </w:rPr>
        <w:t xml:space="preserve">оселения Усть-Лабинского района и участие в краевых спортивных мероприятиях. </w:t>
      </w:r>
      <w:r w:rsidRPr="0086709C">
        <w:rPr>
          <w:rFonts w:ascii="Times New Roman" w:hAnsi="Times New Roman"/>
          <w:sz w:val="28"/>
          <w:szCs w:val="28"/>
        </w:rPr>
        <w:t xml:space="preserve"> </w:t>
      </w:r>
      <w:r w:rsidRPr="002C0E57">
        <w:rPr>
          <w:rFonts w:ascii="Times New Roman" w:hAnsi="Times New Roman"/>
          <w:sz w:val="28"/>
          <w:szCs w:val="28"/>
        </w:rPr>
        <w:t>Они</w:t>
      </w:r>
      <w:r w:rsidRPr="0086709C">
        <w:rPr>
          <w:rFonts w:ascii="Times New Roman" w:hAnsi="Times New Roman"/>
          <w:sz w:val="28"/>
          <w:szCs w:val="28"/>
        </w:rPr>
        <w:t xml:space="preserve"> способствовали повышению </w:t>
      </w:r>
      <w:r w:rsidRPr="0086709C">
        <w:rPr>
          <w:rFonts w:ascii="Times New Roman" w:hAnsi="Times New Roman"/>
          <w:spacing w:val="-1"/>
          <w:sz w:val="28"/>
          <w:szCs w:val="28"/>
        </w:rPr>
        <w:t xml:space="preserve">уровня удовлетворенности населения Усть-Лабинского городского поселения </w:t>
      </w:r>
      <w:r w:rsidRPr="0086709C">
        <w:rPr>
          <w:rFonts w:ascii="Times New Roman" w:hAnsi="Times New Roman"/>
          <w:sz w:val="28"/>
          <w:szCs w:val="28"/>
        </w:rPr>
        <w:t>Усть-Лабинского района качеством предоставления муниципальных услуг в сфере физической культуры и массового спорта.</w:t>
      </w:r>
    </w:p>
    <w:p w:rsidR="00E956EC" w:rsidRPr="0086709C" w:rsidRDefault="00E956EC" w:rsidP="00D305D3">
      <w:pPr>
        <w:spacing w:after="0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 w:rsidRPr="0086709C">
        <w:rPr>
          <w:rFonts w:ascii="Times New Roman" w:hAnsi="Times New Roman"/>
          <w:sz w:val="28"/>
          <w:szCs w:val="24"/>
          <w:lang w:eastAsia="ru-RU"/>
        </w:rPr>
        <w:t>Целевые показатели реализации программы достигнуты.</w:t>
      </w:r>
    </w:p>
    <w:p w:rsidR="00E956EC" w:rsidRPr="00C7535C" w:rsidRDefault="00E956EC" w:rsidP="00D305D3">
      <w:pPr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 w:rsidRPr="0086709C">
        <w:rPr>
          <w:rFonts w:ascii="Times New Roman" w:hAnsi="Times New Roman"/>
          <w:sz w:val="28"/>
          <w:szCs w:val="24"/>
          <w:lang w:eastAsia="ru-RU"/>
        </w:rPr>
        <w:t>В результате проведённого мониторинга и оценки эффективности реализации муниципальной программы «</w:t>
      </w:r>
      <w:r w:rsidRPr="0086709C">
        <w:rPr>
          <w:rFonts w:ascii="Times New Roman" w:hAnsi="Times New Roman"/>
          <w:sz w:val="28"/>
          <w:szCs w:val="28"/>
        </w:rPr>
        <w:t>Развитие физической культуры и массового спорта</w:t>
      </w:r>
      <w:r w:rsidRPr="0086709C">
        <w:rPr>
          <w:rFonts w:ascii="Times New Roman" w:hAnsi="Times New Roman"/>
          <w:sz w:val="28"/>
          <w:szCs w:val="24"/>
          <w:lang w:eastAsia="ru-RU"/>
        </w:rPr>
        <w:t>» итоговый показатель, рассчитанный на основе полученных оценок, позволяет признать эффективность реализации муниципальной программы высокой.</w:t>
      </w:r>
    </w:p>
    <w:p w:rsidR="00E956EC" w:rsidRPr="00EA48B1" w:rsidRDefault="00E956EC" w:rsidP="00C54656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A48B1">
        <w:rPr>
          <w:rFonts w:ascii="Times New Roman" w:hAnsi="Times New Roman"/>
          <w:b/>
          <w:sz w:val="28"/>
          <w:szCs w:val="28"/>
        </w:rPr>
        <w:t>Муниципальная программа «</w:t>
      </w:r>
      <w:r>
        <w:rPr>
          <w:rFonts w:ascii="Times New Roman" w:hAnsi="Times New Roman"/>
          <w:b/>
          <w:sz w:val="28"/>
          <w:szCs w:val="28"/>
        </w:rPr>
        <w:t>Финансовая поддержка социально-ориентированных некоммерческих организаций</w:t>
      </w:r>
      <w:r w:rsidRPr="00EA48B1">
        <w:rPr>
          <w:rFonts w:ascii="Times New Roman" w:hAnsi="Times New Roman"/>
          <w:b/>
          <w:sz w:val="28"/>
          <w:szCs w:val="28"/>
        </w:rPr>
        <w:t>»</w:t>
      </w:r>
    </w:p>
    <w:p w:rsidR="00E956EC" w:rsidRDefault="00E956EC" w:rsidP="00C356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038DD">
        <w:rPr>
          <w:rFonts w:ascii="Times New Roman" w:hAnsi="Times New Roman"/>
          <w:sz w:val="28"/>
          <w:szCs w:val="24"/>
          <w:lang w:eastAsia="ru-RU"/>
        </w:rPr>
        <w:t>Муниципальная программа «</w:t>
      </w:r>
      <w:r w:rsidRPr="004038DD">
        <w:rPr>
          <w:rFonts w:ascii="Times New Roman" w:hAnsi="Times New Roman"/>
          <w:sz w:val="28"/>
          <w:szCs w:val="28"/>
        </w:rPr>
        <w:t>Финансовая поддержка социально-ориентированных некоммерческих организаций</w:t>
      </w:r>
      <w:r w:rsidRPr="008C3222">
        <w:rPr>
          <w:rFonts w:ascii="Times New Roman" w:hAnsi="Times New Roman"/>
          <w:sz w:val="28"/>
          <w:szCs w:val="24"/>
          <w:lang w:eastAsia="ru-RU"/>
        </w:rPr>
        <w:t>»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8C3222">
        <w:rPr>
          <w:rFonts w:ascii="Times New Roman" w:hAnsi="Times New Roman"/>
          <w:sz w:val="28"/>
          <w:szCs w:val="28"/>
        </w:rPr>
        <w:t xml:space="preserve">утверждена постановлением администрации </w:t>
      </w:r>
      <w:r>
        <w:rPr>
          <w:rFonts w:ascii="Times New Roman" w:hAnsi="Times New Roman"/>
          <w:sz w:val="28"/>
          <w:szCs w:val="28"/>
        </w:rPr>
        <w:t>Усть-Лабинского городского поселения Усть-Лабинского района</w:t>
      </w:r>
      <w:r w:rsidRPr="008C322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18.12.2018 года № 1050</w:t>
      </w:r>
      <w:r w:rsidRPr="008C3222">
        <w:rPr>
          <w:rFonts w:ascii="Times New Roman" w:hAnsi="Times New Roman"/>
          <w:sz w:val="28"/>
          <w:szCs w:val="28"/>
        </w:rPr>
        <w:t xml:space="preserve">. </w:t>
      </w:r>
    </w:p>
    <w:p w:rsidR="00E956EC" w:rsidRDefault="00E956EC" w:rsidP="00C356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Координатор</w:t>
      </w:r>
      <w:r w:rsidRPr="008C3222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4"/>
          <w:lang w:eastAsia="ru-RU"/>
        </w:rPr>
        <w:t xml:space="preserve">финансовый отдел </w:t>
      </w:r>
      <w:r>
        <w:rPr>
          <w:rFonts w:ascii="Times New Roman" w:hAnsi="Times New Roman"/>
          <w:sz w:val="28"/>
          <w:szCs w:val="28"/>
        </w:rPr>
        <w:t xml:space="preserve">Усть-Лабинского городского поселения Усть-Лабинского района. </w:t>
      </w:r>
    </w:p>
    <w:p w:rsidR="00E956EC" w:rsidRPr="00CA19AD" w:rsidRDefault="00E956EC" w:rsidP="00C3569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A19AD">
        <w:rPr>
          <w:rFonts w:ascii="Times New Roman" w:hAnsi="Times New Roman"/>
          <w:sz w:val="28"/>
          <w:szCs w:val="28"/>
        </w:rPr>
        <w:t xml:space="preserve">Финансирование по программе предусмотрено полностью за счет средств бюджета Усть-Лабинского городского поселения Усть-Лабинского района и составляет  </w:t>
      </w:r>
      <w:r>
        <w:rPr>
          <w:rFonts w:ascii="Times New Roman" w:hAnsi="Times New Roman"/>
          <w:sz w:val="28"/>
          <w:szCs w:val="28"/>
        </w:rPr>
        <w:t>670</w:t>
      </w:r>
      <w:r w:rsidRPr="00CA19AD">
        <w:rPr>
          <w:rFonts w:ascii="Times New Roman" w:hAnsi="Times New Roman"/>
          <w:sz w:val="28"/>
          <w:szCs w:val="28"/>
        </w:rPr>
        <w:t>,0 тыс. рублей, и</w:t>
      </w:r>
      <w:r w:rsidRPr="00CA19AD">
        <w:rPr>
          <w:rFonts w:ascii="Times New Roman" w:hAnsi="Times New Roman"/>
          <w:sz w:val="28"/>
          <w:szCs w:val="24"/>
          <w:lang w:eastAsia="ru-RU"/>
        </w:rPr>
        <w:t xml:space="preserve">сполнение муниципальной программы составило </w:t>
      </w:r>
      <w:r>
        <w:rPr>
          <w:rFonts w:ascii="Times New Roman" w:hAnsi="Times New Roman"/>
          <w:sz w:val="28"/>
          <w:szCs w:val="24"/>
          <w:lang w:eastAsia="ru-RU"/>
        </w:rPr>
        <w:t>67</w:t>
      </w:r>
      <w:r w:rsidRPr="00CA19AD">
        <w:rPr>
          <w:rFonts w:ascii="Times New Roman" w:hAnsi="Times New Roman"/>
          <w:sz w:val="28"/>
          <w:szCs w:val="24"/>
          <w:lang w:eastAsia="ru-RU"/>
        </w:rPr>
        <w:t>0,0 тыс. рублей или 100,0 % от утвержденного финансирования.</w:t>
      </w:r>
    </w:p>
    <w:p w:rsidR="00E956EC" w:rsidRPr="00CA19AD" w:rsidRDefault="00E956EC" w:rsidP="00C35692">
      <w:pPr>
        <w:pStyle w:val="Heading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CA19AD">
        <w:rPr>
          <w:rFonts w:ascii="Times New Roman" w:hAnsi="Times New Roman"/>
          <w:b w:val="0"/>
          <w:color w:val="auto"/>
          <w:sz w:val="28"/>
        </w:rPr>
        <w:t xml:space="preserve">              В рамках муниципальной программы осуществлена финансовая поддержка </w:t>
      </w:r>
      <w:r>
        <w:rPr>
          <w:rFonts w:ascii="Times New Roman" w:hAnsi="Times New Roman"/>
          <w:b w:val="0"/>
          <w:color w:val="auto"/>
          <w:sz w:val="28"/>
        </w:rPr>
        <w:t xml:space="preserve">четырем </w:t>
      </w:r>
      <w:r w:rsidRPr="00CA19AD">
        <w:rPr>
          <w:rFonts w:ascii="Times New Roman" w:hAnsi="Times New Roman"/>
          <w:b w:val="0"/>
          <w:color w:val="auto"/>
          <w:sz w:val="28"/>
        </w:rPr>
        <w:t xml:space="preserve">социально-ориентированным организациям (обществам), расположенным и функционирующим на территории </w:t>
      </w:r>
      <w:r w:rsidRPr="00CA19AD">
        <w:rPr>
          <w:rFonts w:ascii="Times New Roman" w:hAnsi="Times New Roman"/>
          <w:b w:val="0"/>
          <w:color w:val="auto"/>
          <w:sz w:val="28"/>
          <w:szCs w:val="28"/>
        </w:rPr>
        <w:t xml:space="preserve">Усть-Лабинского городского поселения Усть-Лабинского района. </w:t>
      </w:r>
      <w:r w:rsidRPr="00CA19AD">
        <w:rPr>
          <w:rFonts w:ascii="Times New Roman" w:hAnsi="Times New Roman"/>
          <w:b w:val="0"/>
          <w:color w:val="auto"/>
          <w:sz w:val="28"/>
        </w:rPr>
        <w:t xml:space="preserve">Данные мероприятия направлены на оказание финансовой поддержки социально-ориентированным организациям, перечень которых утвержден реестром (постановление </w:t>
      </w:r>
      <w:r w:rsidRPr="00CA19AD">
        <w:rPr>
          <w:rFonts w:ascii="Times New Roman" w:hAnsi="Times New Roman"/>
          <w:b w:val="0"/>
          <w:color w:val="auto"/>
          <w:sz w:val="28"/>
          <w:szCs w:val="28"/>
        </w:rPr>
        <w:t>Усть-Лабинского городского поселения Усть-Лабинского района №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306 </w:t>
      </w:r>
      <w:r w:rsidRPr="00CA19AD">
        <w:rPr>
          <w:rFonts w:ascii="Times New Roman" w:hAnsi="Times New Roman"/>
          <w:b w:val="0"/>
          <w:color w:val="auto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color w:val="auto"/>
          <w:sz w:val="28"/>
          <w:szCs w:val="28"/>
        </w:rPr>
        <w:t>11.04</w:t>
      </w:r>
      <w:r w:rsidRPr="00E0594A">
        <w:rPr>
          <w:rFonts w:ascii="Times New Roman" w:hAnsi="Times New Roman"/>
          <w:b w:val="0"/>
          <w:color w:val="auto"/>
          <w:sz w:val="28"/>
          <w:szCs w:val="28"/>
        </w:rPr>
        <w:t>.</w:t>
      </w:r>
      <w:r>
        <w:rPr>
          <w:rFonts w:ascii="Times New Roman" w:hAnsi="Times New Roman"/>
          <w:b w:val="0"/>
          <w:color w:val="auto"/>
          <w:sz w:val="28"/>
          <w:szCs w:val="28"/>
        </w:rPr>
        <w:t>2019г.</w:t>
      </w:r>
      <w:r w:rsidRPr="00CA19AD">
        <w:rPr>
          <w:rFonts w:ascii="Times New Roman" w:hAnsi="Times New Roman"/>
          <w:b w:val="0"/>
          <w:color w:val="auto"/>
          <w:sz w:val="28"/>
          <w:szCs w:val="28"/>
        </w:rPr>
        <w:t xml:space="preserve"> «Об </w:t>
      </w:r>
      <w:r w:rsidRPr="00CA19AD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утверждении </w:t>
      </w:r>
      <w:r w:rsidRPr="00CA19AD">
        <w:rPr>
          <w:rFonts w:ascii="Times New Roman" w:hAnsi="Times New Roman"/>
          <w:b w:val="0"/>
          <w:color w:val="auto"/>
          <w:sz w:val="28"/>
          <w:szCs w:val="28"/>
        </w:rPr>
        <w:t>Реестра социально ориентированных некоммерческих организаций, расположенных на территории Усть-Лабинского городского поселения Усть-Лабинского района</w:t>
      </w:r>
      <w:r w:rsidRPr="00CA19AD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 </w:t>
      </w:r>
      <w:r w:rsidRPr="00CA19AD">
        <w:rPr>
          <w:rFonts w:ascii="Times New Roman" w:hAnsi="Times New Roman"/>
          <w:b w:val="0"/>
          <w:color w:val="auto"/>
          <w:sz w:val="28"/>
          <w:szCs w:val="28"/>
        </w:rPr>
        <w:t>на 20</w:t>
      </w:r>
      <w:r>
        <w:rPr>
          <w:rFonts w:ascii="Times New Roman" w:hAnsi="Times New Roman"/>
          <w:b w:val="0"/>
          <w:color w:val="auto"/>
          <w:sz w:val="28"/>
          <w:szCs w:val="28"/>
        </w:rPr>
        <w:t>19</w:t>
      </w:r>
      <w:r w:rsidRPr="00CA19AD">
        <w:rPr>
          <w:rFonts w:ascii="Times New Roman" w:hAnsi="Times New Roman"/>
          <w:b w:val="0"/>
          <w:color w:val="auto"/>
          <w:sz w:val="28"/>
          <w:szCs w:val="28"/>
        </w:rPr>
        <w:t xml:space="preserve"> год»</w:t>
      </w:r>
      <w:r>
        <w:rPr>
          <w:rFonts w:ascii="Times New Roman" w:hAnsi="Times New Roman"/>
          <w:b w:val="0"/>
          <w:color w:val="auto"/>
          <w:sz w:val="28"/>
          <w:szCs w:val="28"/>
        </w:rPr>
        <w:t>)</w:t>
      </w:r>
      <w:r w:rsidRPr="00CA19AD">
        <w:rPr>
          <w:rFonts w:ascii="Times New Roman" w:hAnsi="Times New Roman"/>
          <w:b w:val="0"/>
          <w:color w:val="auto"/>
          <w:sz w:val="28"/>
          <w:szCs w:val="28"/>
        </w:rPr>
        <w:t xml:space="preserve"> для осуществления уставной деятельности.</w:t>
      </w:r>
    </w:p>
    <w:p w:rsidR="00E956EC" w:rsidRPr="00CA19AD" w:rsidRDefault="00E956EC" w:rsidP="00C35692">
      <w:pPr>
        <w:spacing w:after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CA19AD">
        <w:rPr>
          <w:rFonts w:ascii="Times New Roman" w:hAnsi="Times New Roman"/>
          <w:sz w:val="28"/>
          <w:szCs w:val="24"/>
          <w:lang w:eastAsia="ru-RU"/>
        </w:rPr>
        <w:tab/>
        <w:t>Мероприятия, предусмотренные программой выполнены в полном объеме.</w:t>
      </w:r>
    </w:p>
    <w:p w:rsidR="00E956EC" w:rsidRPr="00CA19AD" w:rsidRDefault="00E956EC" w:rsidP="00C35692">
      <w:pPr>
        <w:spacing w:after="0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 w:rsidRPr="00CA19AD">
        <w:rPr>
          <w:rFonts w:ascii="Times New Roman" w:hAnsi="Times New Roman"/>
          <w:sz w:val="28"/>
          <w:szCs w:val="24"/>
          <w:lang w:eastAsia="ru-RU"/>
        </w:rPr>
        <w:t>Целевые показатели реализации программы достигнуты.</w:t>
      </w:r>
    </w:p>
    <w:p w:rsidR="00E956EC" w:rsidRPr="00C7535C" w:rsidRDefault="00E956EC" w:rsidP="00C35692">
      <w:pPr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 w:rsidRPr="00CA19AD">
        <w:rPr>
          <w:rFonts w:ascii="Times New Roman" w:hAnsi="Times New Roman"/>
          <w:sz w:val="28"/>
          <w:szCs w:val="24"/>
          <w:lang w:eastAsia="ru-RU"/>
        </w:rPr>
        <w:t>В результате проведённого мониторинга и оценки эффективности реализации муниципальной программы «</w:t>
      </w:r>
      <w:r w:rsidRPr="00CA19AD">
        <w:rPr>
          <w:rFonts w:ascii="Times New Roman" w:hAnsi="Times New Roman"/>
          <w:sz w:val="28"/>
          <w:szCs w:val="28"/>
        </w:rPr>
        <w:t>Финансовая поддержка социально-ориентированных некоммерческих организаций</w:t>
      </w:r>
      <w:r w:rsidRPr="00CA19AD">
        <w:rPr>
          <w:rFonts w:ascii="Times New Roman" w:hAnsi="Times New Roman"/>
          <w:sz w:val="28"/>
          <w:szCs w:val="24"/>
          <w:lang w:eastAsia="ru-RU"/>
        </w:rPr>
        <w:t>» итоговый показатель, рассчитанный на основе полученных оценок позволяет признать эффективность реализации муниципальной программы высокой.</w:t>
      </w:r>
    </w:p>
    <w:p w:rsidR="00E956EC" w:rsidRDefault="00E956EC" w:rsidP="00093446">
      <w:pPr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8C3222">
        <w:rPr>
          <w:rFonts w:ascii="Times New Roman" w:hAnsi="Times New Roman"/>
          <w:b/>
          <w:sz w:val="28"/>
          <w:szCs w:val="24"/>
          <w:lang w:eastAsia="ru-RU"/>
        </w:rPr>
        <w:t>Муниципальная программа «</w:t>
      </w:r>
      <w:r>
        <w:rPr>
          <w:rFonts w:ascii="Times New Roman" w:hAnsi="Times New Roman"/>
          <w:b/>
          <w:sz w:val="28"/>
          <w:szCs w:val="24"/>
          <w:lang w:eastAsia="ru-RU"/>
        </w:rPr>
        <w:t>Доступная среда</w:t>
      </w:r>
      <w:r w:rsidRPr="008C3222">
        <w:rPr>
          <w:rFonts w:ascii="Times New Roman" w:hAnsi="Times New Roman"/>
          <w:b/>
          <w:sz w:val="28"/>
          <w:szCs w:val="24"/>
          <w:lang w:eastAsia="ru-RU"/>
        </w:rPr>
        <w:t>»</w:t>
      </w:r>
    </w:p>
    <w:p w:rsidR="00E956EC" w:rsidRPr="006847F0" w:rsidRDefault="00E956EC" w:rsidP="00093446">
      <w:pPr>
        <w:shd w:val="clear" w:color="auto" w:fill="FFFFFF"/>
        <w:spacing w:line="322" w:lineRule="exact"/>
        <w:ind w:lef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6847F0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Pr="00E64562">
        <w:rPr>
          <w:rFonts w:ascii="Times New Roman" w:hAnsi="Times New Roman"/>
          <w:sz w:val="28"/>
          <w:szCs w:val="24"/>
          <w:lang w:eastAsia="ru-RU"/>
        </w:rPr>
        <w:t>«</w:t>
      </w:r>
      <w:r>
        <w:rPr>
          <w:rFonts w:ascii="Times New Roman" w:hAnsi="Times New Roman"/>
          <w:sz w:val="28"/>
          <w:szCs w:val="24"/>
          <w:lang w:eastAsia="ru-RU"/>
        </w:rPr>
        <w:t>Доступная среда</w:t>
      </w:r>
      <w:r w:rsidRPr="00E64562">
        <w:rPr>
          <w:rFonts w:ascii="Times New Roman" w:hAnsi="Times New Roman"/>
          <w:sz w:val="28"/>
          <w:szCs w:val="24"/>
          <w:lang w:eastAsia="ru-RU"/>
        </w:rPr>
        <w:t>»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Pr="006847F0">
        <w:rPr>
          <w:rFonts w:ascii="Times New Roman" w:hAnsi="Times New Roman"/>
          <w:sz w:val="28"/>
          <w:szCs w:val="28"/>
        </w:rPr>
        <w:t>утверждена постановлением администрации Усть-Лабинского городского поселения Усть-Лабинского района</w:t>
      </w:r>
      <w:r>
        <w:rPr>
          <w:rFonts w:ascii="Times New Roman" w:hAnsi="Times New Roman"/>
          <w:sz w:val="28"/>
          <w:szCs w:val="28"/>
        </w:rPr>
        <w:t xml:space="preserve"> №170 от 01.03.2019 года.</w:t>
      </w:r>
    </w:p>
    <w:p w:rsidR="00E956EC" w:rsidRPr="0086709C" w:rsidRDefault="00E956EC" w:rsidP="00677536">
      <w:pPr>
        <w:shd w:val="clear" w:color="auto" w:fill="FFFFFF"/>
        <w:spacing w:line="317" w:lineRule="exact"/>
        <w:ind w:left="7" w:right="7" w:firstLine="691"/>
        <w:jc w:val="both"/>
        <w:rPr>
          <w:rFonts w:ascii="Times New Roman" w:hAnsi="Times New Roman"/>
        </w:rPr>
      </w:pPr>
      <w:r w:rsidRPr="006847F0">
        <w:rPr>
          <w:rFonts w:ascii="Times New Roman" w:hAnsi="Times New Roman"/>
          <w:sz w:val="28"/>
          <w:szCs w:val="28"/>
        </w:rPr>
        <w:tab/>
      </w:r>
      <w:r w:rsidRPr="00402579">
        <w:rPr>
          <w:rFonts w:ascii="Times New Roman" w:hAnsi="Times New Roman"/>
          <w:sz w:val="28"/>
          <w:szCs w:val="28"/>
        </w:rPr>
        <w:t xml:space="preserve">Координатор муниципальной программы - отдел по делам молодёжи, культуре, физической культуре и спорту администрации Усть-Лабинского </w:t>
      </w:r>
      <w:r w:rsidRPr="0086709C">
        <w:rPr>
          <w:rFonts w:ascii="Times New Roman" w:hAnsi="Times New Roman"/>
          <w:sz w:val="28"/>
          <w:szCs w:val="28"/>
        </w:rPr>
        <w:t>городского поселения Усть-Лабинского района.</w:t>
      </w:r>
    </w:p>
    <w:p w:rsidR="00E956EC" w:rsidRDefault="00E956EC" w:rsidP="00677536">
      <w:pPr>
        <w:shd w:val="clear" w:color="auto" w:fill="FFFFFF"/>
        <w:spacing w:line="346" w:lineRule="exact"/>
        <w:ind w:left="14" w:right="7" w:firstLine="698"/>
        <w:jc w:val="both"/>
        <w:rPr>
          <w:rFonts w:ascii="Times New Roman" w:hAnsi="Times New Roman"/>
          <w:sz w:val="28"/>
          <w:szCs w:val="28"/>
        </w:rPr>
      </w:pPr>
      <w:r w:rsidRPr="00E8629A">
        <w:rPr>
          <w:rFonts w:ascii="Times New Roman" w:hAnsi="Times New Roman"/>
          <w:sz w:val="28"/>
          <w:szCs w:val="28"/>
        </w:rPr>
        <w:t xml:space="preserve">Финансирование по программе предусмотрено за счет средств бюджета Усть-Лабинского городского поселения Усть-Лабинского района и составляет </w:t>
      </w:r>
      <w:r>
        <w:rPr>
          <w:rFonts w:ascii="Times New Roman" w:hAnsi="Times New Roman"/>
          <w:sz w:val="28"/>
          <w:szCs w:val="28"/>
        </w:rPr>
        <w:t>70,0 тыс. рублей и средств краевого бюджета 510,0 тыс. рублей. И</w:t>
      </w:r>
      <w:r w:rsidRPr="00E8629A">
        <w:rPr>
          <w:rFonts w:ascii="Times New Roman" w:hAnsi="Times New Roman"/>
          <w:sz w:val="28"/>
          <w:szCs w:val="28"/>
        </w:rPr>
        <w:t xml:space="preserve">сполнение муниципальной программы составило </w:t>
      </w:r>
      <w:r>
        <w:rPr>
          <w:rFonts w:ascii="Times New Roman" w:hAnsi="Times New Roman"/>
          <w:sz w:val="28"/>
          <w:szCs w:val="28"/>
        </w:rPr>
        <w:t>580,0</w:t>
      </w:r>
      <w:r w:rsidRPr="00E8629A">
        <w:rPr>
          <w:rFonts w:ascii="Times New Roman" w:hAnsi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/>
          <w:sz w:val="28"/>
          <w:szCs w:val="28"/>
        </w:rPr>
        <w:t>100,0</w:t>
      </w:r>
      <w:r w:rsidRPr="00E8629A">
        <w:rPr>
          <w:rFonts w:ascii="Times New Roman" w:hAnsi="Times New Roman"/>
          <w:sz w:val="28"/>
          <w:szCs w:val="28"/>
        </w:rPr>
        <w:t>% от утвержденного финансирования.</w:t>
      </w:r>
    </w:p>
    <w:p w:rsidR="00E956EC" w:rsidRDefault="00E956EC" w:rsidP="00677536">
      <w:pPr>
        <w:shd w:val="clear" w:color="auto" w:fill="FFFFFF"/>
        <w:spacing w:line="346" w:lineRule="exact"/>
        <w:ind w:left="14" w:right="7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Запланированные к реализации мероприятия выполнены в полном объеме. Основными результатами программы являются достигнутые показатели:</w:t>
      </w:r>
    </w:p>
    <w:p w:rsidR="00E956EC" w:rsidRDefault="00E956EC" w:rsidP="00677536">
      <w:pPr>
        <w:shd w:val="clear" w:color="auto" w:fill="FFFFFF"/>
        <w:spacing w:line="346" w:lineRule="exact"/>
        <w:ind w:left="14" w:right="7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увеличение доли доступных для инвалидов и других маломобильных  групп населения приоритетных объектов социальной инфраструктуры и услуг в общем количестве приоритетных объектов;</w:t>
      </w:r>
    </w:p>
    <w:p w:rsidR="00E956EC" w:rsidRDefault="00E956EC" w:rsidP="00677536">
      <w:pPr>
        <w:shd w:val="clear" w:color="auto" w:fill="FFFFFF"/>
        <w:spacing w:line="346" w:lineRule="exact"/>
        <w:ind w:left="14" w:right="7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-возможность людей с ограниченными возможностями здоровья посещать учреждения культуры со специальным оборудованием для слабовидящих и слабослышащих.</w:t>
      </w:r>
    </w:p>
    <w:p w:rsidR="00E956EC" w:rsidRPr="00E8629A" w:rsidRDefault="00E956EC" w:rsidP="00677536">
      <w:pPr>
        <w:shd w:val="clear" w:color="auto" w:fill="FFFFFF"/>
        <w:spacing w:line="346" w:lineRule="exact"/>
        <w:ind w:left="14" w:right="7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муниципальной программы «Доступная среда» проведено оснащение МАУК Центр кино и досуга «Знамя» оборудованием для осуществления кинопоказов с подготовленным субтитрированием и (или) тифлокомментированием.</w:t>
      </w:r>
    </w:p>
    <w:p w:rsidR="00E956EC" w:rsidRDefault="00E956EC" w:rsidP="00093446">
      <w:pPr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 w:rsidRPr="00E8629A">
        <w:rPr>
          <w:rFonts w:ascii="Times New Roman" w:hAnsi="Times New Roman"/>
          <w:sz w:val="28"/>
          <w:szCs w:val="28"/>
        </w:rPr>
        <w:tab/>
      </w:r>
      <w:r w:rsidRPr="00475572">
        <w:rPr>
          <w:rFonts w:ascii="Times New Roman" w:hAnsi="Times New Roman"/>
          <w:sz w:val="28"/>
          <w:szCs w:val="24"/>
          <w:lang w:eastAsia="ru-RU"/>
        </w:rPr>
        <w:t xml:space="preserve">В результате проведённого мониторинга и оценки эффективности реализации муниципальной программы </w:t>
      </w:r>
      <w:r w:rsidRPr="00E64562">
        <w:rPr>
          <w:rFonts w:ascii="Times New Roman" w:hAnsi="Times New Roman"/>
          <w:sz w:val="28"/>
          <w:szCs w:val="24"/>
          <w:lang w:eastAsia="ru-RU"/>
        </w:rPr>
        <w:t>«</w:t>
      </w:r>
      <w:r>
        <w:rPr>
          <w:rFonts w:ascii="Times New Roman" w:hAnsi="Times New Roman"/>
          <w:sz w:val="28"/>
          <w:szCs w:val="24"/>
          <w:lang w:eastAsia="ru-RU"/>
        </w:rPr>
        <w:t>Доступная среда</w:t>
      </w:r>
      <w:r w:rsidRPr="00E64562">
        <w:rPr>
          <w:rFonts w:ascii="Times New Roman" w:hAnsi="Times New Roman"/>
          <w:sz w:val="28"/>
          <w:szCs w:val="24"/>
          <w:lang w:eastAsia="ru-RU"/>
        </w:rPr>
        <w:t>»</w:t>
      </w:r>
      <w:r w:rsidRPr="00475572">
        <w:rPr>
          <w:rFonts w:ascii="Times New Roman" w:hAnsi="Times New Roman"/>
          <w:sz w:val="28"/>
          <w:szCs w:val="24"/>
          <w:lang w:eastAsia="ru-RU"/>
        </w:rPr>
        <w:t xml:space="preserve"> итоговый показатель, рассчитанный на основе полученных оценок позволяет признать эффективность реализации муниципальной программы </w:t>
      </w:r>
      <w:r>
        <w:rPr>
          <w:rFonts w:ascii="Times New Roman" w:hAnsi="Times New Roman"/>
          <w:sz w:val="28"/>
          <w:szCs w:val="24"/>
          <w:lang w:eastAsia="ru-RU"/>
        </w:rPr>
        <w:t>высокой.</w:t>
      </w:r>
    </w:p>
    <w:p w:rsidR="00E956EC" w:rsidRDefault="00E956EC" w:rsidP="00540A8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56EC" w:rsidRPr="00094A0C" w:rsidRDefault="00E956EC" w:rsidP="00540A8A">
      <w:pPr>
        <w:spacing w:after="0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С.А.Никонова</w:t>
      </w:r>
      <w:bookmarkStart w:id="1" w:name="_GoBack"/>
      <w:bookmarkEnd w:id="1"/>
    </w:p>
    <w:sectPr w:rsidR="00E956EC" w:rsidRPr="00094A0C" w:rsidSect="00AC58EE">
      <w:headerReference w:type="default" r:id="rId7"/>
      <w:footerReference w:type="default" r:id="rId8"/>
      <w:pgSz w:w="11906" w:h="16838" w:code="9"/>
      <w:pgMar w:top="794" w:right="567" w:bottom="567" w:left="1701" w:header="425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6EC" w:rsidRDefault="00E956EC" w:rsidP="000064B1">
      <w:pPr>
        <w:spacing w:after="0"/>
      </w:pPr>
      <w:r>
        <w:separator/>
      </w:r>
    </w:p>
  </w:endnote>
  <w:endnote w:type="continuationSeparator" w:id="1">
    <w:p w:rsidR="00E956EC" w:rsidRDefault="00E956EC" w:rsidP="000064B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6EC" w:rsidRDefault="00E956EC">
    <w:pPr>
      <w:pStyle w:val="Footer"/>
      <w:jc w:val="center"/>
    </w:pPr>
  </w:p>
  <w:p w:rsidR="00E956EC" w:rsidRDefault="00E956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6EC" w:rsidRDefault="00E956EC" w:rsidP="000064B1">
      <w:pPr>
        <w:spacing w:after="0"/>
      </w:pPr>
      <w:r>
        <w:separator/>
      </w:r>
    </w:p>
  </w:footnote>
  <w:footnote w:type="continuationSeparator" w:id="1">
    <w:p w:rsidR="00E956EC" w:rsidRDefault="00E956EC" w:rsidP="000064B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6EC" w:rsidRDefault="00E956EC">
    <w:pPr>
      <w:pStyle w:val="Header"/>
      <w:jc w:val="center"/>
    </w:pPr>
    <w:fldSimple w:instr="PAGE   \* MERGEFORMAT">
      <w:r>
        <w:rPr>
          <w:noProof/>
        </w:rPr>
        <w:t>8</w:t>
      </w:r>
    </w:fldSimple>
  </w:p>
  <w:p w:rsidR="00E956EC" w:rsidRDefault="00E956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CFA6CCC"/>
    <w:lvl w:ilvl="0">
      <w:numFmt w:val="bullet"/>
      <w:lvlText w:val="*"/>
      <w:lvlJc w:val="left"/>
    </w:lvl>
  </w:abstractNum>
  <w:abstractNum w:abstractNumId="1">
    <w:nsid w:val="17140147"/>
    <w:multiLevelType w:val="singleLevel"/>
    <w:tmpl w:val="F5A2E352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2">
    <w:nsid w:val="18830810"/>
    <w:multiLevelType w:val="hybridMultilevel"/>
    <w:tmpl w:val="16A06FBC"/>
    <w:lvl w:ilvl="0" w:tplc="F95CDD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D8C7FF5"/>
    <w:multiLevelType w:val="singleLevel"/>
    <w:tmpl w:val="487C2C6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>
    <w:nsid w:val="2E1C18E7"/>
    <w:multiLevelType w:val="singleLevel"/>
    <w:tmpl w:val="2D904AB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5">
    <w:nsid w:val="2F5F0F65"/>
    <w:multiLevelType w:val="hybridMultilevel"/>
    <w:tmpl w:val="36A23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807A56"/>
    <w:multiLevelType w:val="singleLevel"/>
    <w:tmpl w:val="077ED1C6"/>
    <w:lvl w:ilvl="0">
      <w:start w:val="2"/>
      <w:numFmt w:val="decimal"/>
      <w:lvlText w:val="%1)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7">
    <w:nsid w:val="37904883"/>
    <w:multiLevelType w:val="singleLevel"/>
    <w:tmpl w:val="3F16B9EE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8">
    <w:nsid w:val="390D6AAC"/>
    <w:multiLevelType w:val="hybridMultilevel"/>
    <w:tmpl w:val="F7D200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D8D0CE0"/>
    <w:multiLevelType w:val="singleLevel"/>
    <w:tmpl w:val="4F04AE94"/>
    <w:lvl w:ilvl="0">
      <w:start w:val="6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0">
    <w:nsid w:val="45917E0D"/>
    <w:multiLevelType w:val="singleLevel"/>
    <w:tmpl w:val="F734193E"/>
    <w:lvl w:ilvl="0">
      <w:start w:val="1"/>
      <w:numFmt w:val="decimal"/>
      <w:lvlText w:val="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11">
    <w:nsid w:val="4C2578D0"/>
    <w:multiLevelType w:val="singleLevel"/>
    <w:tmpl w:val="17D8036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>
    <w:nsid w:val="4DF60F6A"/>
    <w:multiLevelType w:val="singleLevel"/>
    <w:tmpl w:val="487C2C6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3">
    <w:nsid w:val="59DD462D"/>
    <w:multiLevelType w:val="singleLevel"/>
    <w:tmpl w:val="F5A2E352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4">
    <w:nsid w:val="5B050DF8"/>
    <w:multiLevelType w:val="hybridMultilevel"/>
    <w:tmpl w:val="ADDEB0A2"/>
    <w:lvl w:ilvl="0" w:tplc="42A4EF8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61C47648"/>
    <w:multiLevelType w:val="singleLevel"/>
    <w:tmpl w:val="CE842EB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691068D0"/>
    <w:multiLevelType w:val="singleLevel"/>
    <w:tmpl w:val="8A86BEE4"/>
    <w:lvl w:ilvl="0">
      <w:start w:val="1"/>
      <w:numFmt w:val="decimal"/>
      <w:lvlText w:val="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17">
    <w:nsid w:val="6B946435"/>
    <w:multiLevelType w:val="singleLevel"/>
    <w:tmpl w:val="1FB82C98"/>
    <w:lvl w:ilvl="0">
      <w:start w:val="10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8">
    <w:nsid w:val="6BB4280F"/>
    <w:multiLevelType w:val="singleLevel"/>
    <w:tmpl w:val="224888E2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19">
    <w:nsid w:val="7FBE70CF"/>
    <w:multiLevelType w:val="singleLevel"/>
    <w:tmpl w:val="26888CD4"/>
    <w:lvl w:ilvl="0">
      <w:start w:val="2"/>
      <w:numFmt w:val="decimal"/>
      <w:lvlText w:val="%1)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6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8">
    <w:abstractNumId w:val="5"/>
  </w:num>
  <w:num w:numId="9">
    <w:abstractNumId w:val="6"/>
  </w:num>
  <w:num w:numId="10">
    <w:abstractNumId w:val="16"/>
  </w:num>
  <w:num w:numId="11">
    <w:abstractNumId w:val="18"/>
  </w:num>
  <w:num w:numId="12">
    <w:abstractNumId w:val="15"/>
  </w:num>
  <w:num w:numId="13">
    <w:abstractNumId w:val="9"/>
  </w:num>
  <w:num w:numId="14">
    <w:abstractNumId w:val="0"/>
    <w:lvlOverride w:ilvl="0">
      <w:lvl w:ilvl="0">
        <w:numFmt w:val="bullet"/>
        <w:lvlText w:val="-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15">
    <w:abstractNumId w:val="19"/>
  </w:num>
  <w:num w:numId="16">
    <w:abstractNumId w:val="10"/>
  </w:num>
  <w:num w:numId="17">
    <w:abstractNumId w:val="13"/>
  </w:num>
  <w:num w:numId="18">
    <w:abstractNumId w:val="13"/>
    <w:lvlOverride w:ilvl="0">
      <w:lvl w:ilvl="0">
        <w:start w:val="5"/>
        <w:numFmt w:val="decimal"/>
        <w:lvlText w:val="%1.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"/>
  </w:num>
  <w:num w:numId="20">
    <w:abstractNumId w:val="12"/>
  </w:num>
  <w:num w:numId="21">
    <w:abstractNumId w:val="1"/>
  </w:num>
  <w:num w:numId="22">
    <w:abstractNumId w:val="7"/>
  </w:num>
  <w:num w:numId="23">
    <w:abstractNumId w:val="4"/>
  </w:num>
  <w:num w:numId="24">
    <w:abstractNumId w:val="11"/>
  </w:num>
  <w:num w:numId="25">
    <w:abstractNumId w:val="11"/>
    <w:lvlOverride w:ilvl="0">
      <w:lvl w:ilvl="0">
        <w:start w:val="1"/>
        <w:numFmt w:val="decimal"/>
        <w:lvlText w:val="%1.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04"/>
    <w:rsid w:val="000004F5"/>
    <w:rsid w:val="00001F20"/>
    <w:rsid w:val="000026B1"/>
    <w:rsid w:val="00002A6C"/>
    <w:rsid w:val="000064B1"/>
    <w:rsid w:val="00007A3A"/>
    <w:rsid w:val="0001016B"/>
    <w:rsid w:val="00010F7B"/>
    <w:rsid w:val="00017668"/>
    <w:rsid w:val="00020E6C"/>
    <w:rsid w:val="000227BA"/>
    <w:rsid w:val="000238FA"/>
    <w:rsid w:val="00024924"/>
    <w:rsid w:val="000250DF"/>
    <w:rsid w:val="000256CD"/>
    <w:rsid w:val="00030037"/>
    <w:rsid w:val="00032D6A"/>
    <w:rsid w:val="00033669"/>
    <w:rsid w:val="000359E7"/>
    <w:rsid w:val="00036B53"/>
    <w:rsid w:val="00037708"/>
    <w:rsid w:val="00040ED9"/>
    <w:rsid w:val="00041B35"/>
    <w:rsid w:val="0004208C"/>
    <w:rsid w:val="00042D72"/>
    <w:rsid w:val="0004306C"/>
    <w:rsid w:val="000433E4"/>
    <w:rsid w:val="00043DE1"/>
    <w:rsid w:val="00044185"/>
    <w:rsid w:val="0004534A"/>
    <w:rsid w:val="000470C2"/>
    <w:rsid w:val="00047764"/>
    <w:rsid w:val="00047AC7"/>
    <w:rsid w:val="000543BE"/>
    <w:rsid w:val="00055C4C"/>
    <w:rsid w:val="00061305"/>
    <w:rsid w:val="00061CE5"/>
    <w:rsid w:val="00064831"/>
    <w:rsid w:val="000677DD"/>
    <w:rsid w:val="00076182"/>
    <w:rsid w:val="0007771A"/>
    <w:rsid w:val="00077AC6"/>
    <w:rsid w:val="00085ABD"/>
    <w:rsid w:val="00085B37"/>
    <w:rsid w:val="00085DE5"/>
    <w:rsid w:val="000872F0"/>
    <w:rsid w:val="00090298"/>
    <w:rsid w:val="0009048E"/>
    <w:rsid w:val="00091CAB"/>
    <w:rsid w:val="00091EA2"/>
    <w:rsid w:val="000925A6"/>
    <w:rsid w:val="00093446"/>
    <w:rsid w:val="00093820"/>
    <w:rsid w:val="00094737"/>
    <w:rsid w:val="00094A0C"/>
    <w:rsid w:val="000956E9"/>
    <w:rsid w:val="00097ABC"/>
    <w:rsid w:val="000A4DAC"/>
    <w:rsid w:val="000A681F"/>
    <w:rsid w:val="000B0C36"/>
    <w:rsid w:val="000B11FE"/>
    <w:rsid w:val="000B1D51"/>
    <w:rsid w:val="000B4794"/>
    <w:rsid w:val="000C2F40"/>
    <w:rsid w:val="000C432D"/>
    <w:rsid w:val="000C55EC"/>
    <w:rsid w:val="000D0EEE"/>
    <w:rsid w:val="000D3907"/>
    <w:rsid w:val="000D4C4F"/>
    <w:rsid w:val="000D5928"/>
    <w:rsid w:val="000D7795"/>
    <w:rsid w:val="000E0152"/>
    <w:rsid w:val="000E1685"/>
    <w:rsid w:val="000E177D"/>
    <w:rsid w:val="000E50DB"/>
    <w:rsid w:val="000E54CD"/>
    <w:rsid w:val="000E57BC"/>
    <w:rsid w:val="000E7EB2"/>
    <w:rsid w:val="000F04DD"/>
    <w:rsid w:val="000F15BD"/>
    <w:rsid w:val="000F18D9"/>
    <w:rsid w:val="000F5A0B"/>
    <w:rsid w:val="000F600F"/>
    <w:rsid w:val="000F710D"/>
    <w:rsid w:val="000F7C12"/>
    <w:rsid w:val="00101EA8"/>
    <w:rsid w:val="0010406E"/>
    <w:rsid w:val="001047A0"/>
    <w:rsid w:val="00104B7C"/>
    <w:rsid w:val="001059E4"/>
    <w:rsid w:val="00105D48"/>
    <w:rsid w:val="00107150"/>
    <w:rsid w:val="001129F4"/>
    <w:rsid w:val="00113B68"/>
    <w:rsid w:val="0011427E"/>
    <w:rsid w:val="0011461D"/>
    <w:rsid w:val="0011479F"/>
    <w:rsid w:val="00120477"/>
    <w:rsid w:val="00122958"/>
    <w:rsid w:val="00122C46"/>
    <w:rsid w:val="001247DE"/>
    <w:rsid w:val="00127231"/>
    <w:rsid w:val="00127EFB"/>
    <w:rsid w:val="00131B19"/>
    <w:rsid w:val="00134246"/>
    <w:rsid w:val="0013614B"/>
    <w:rsid w:val="00141018"/>
    <w:rsid w:val="001458F0"/>
    <w:rsid w:val="00146641"/>
    <w:rsid w:val="00147664"/>
    <w:rsid w:val="0015053C"/>
    <w:rsid w:val="00153337"/>
    <w:rsid w:val="00154864"/>
    <w:rsid w:val="00165693"/>
    <w:rsid w:val="001669DB"/>
    <w:rsid w:val="00167564"/>
    <w:rsid w:val="00174931"/>
    <w:rsid w:val="00183FC3"/>
    <w:rsid w:val="001850AA"/>
    <w:rsid w:val="0019069C"/>
    <w:rsid w:val="0019296E"/>
    <w:rsid w:val="00192E8A"/>
    <w:rsid w:val="00193EC4"/>
    <w:rsid w:val="00194A3A"/>
    <w:rsid w:val="00194B4E"/>
    <w:rsid w:val="00195353"/>
    <w:rsid w:val="001953D3"/>
    <w:rsid w:val="001A668B"/>
    <w:rsid w:val="001A6E03"/>
    <w:rsid w:val="001B29B0"/>
    <w:rsid w:val="001B6457"/>
    <w:rsid w:val="001B6805"/>
    <w:rsid w:val="001B7D6D"/>
    <w:rsid w:val="001C1B33"/>
    <w:rsid w:val="001C311E"/>
    <w:rsid w:val="001D0BCD"/>
    <w:rsid w:val="001D48C9"/>
    <w:rsid w:val="001E3B13"/>
    <w:rsid w:val="001E6606"/>
    <w:rsid w:val="001E7451"/>
    <w:rsid w:val="001E7A90"/>
    <w:rsid w:val="001E7F4A"/>
    <w:rsid w:val="001F3CF8"/>
    <w:rsid w:val="00205928"/>
    <w:rsid w:val="00206232"/>
    <w:rsid w:val="002071E6"/>
    <w:rsid w:val="00210600"/>
    <w:rsid w:val="00210956"/>
    <w:rsid w:val="002130D9"/>
    <w:rsid w:val="00213A6F"/>
    <w:rsid w:val="0021579D"/>
    <w:rsid w:val="002172B3"/>
    <w:rsid w:val="00221824"/>
    <w:rsid w:val="00221D18"/>
    <w:rsid w:val="002234AE"/>
    <w:rsid w:val="00231777"/>
    <w:rsid w:val="00231E84"/>
    <w:rsid w:val="002322B7"/>
    <w:rsid w:val="002332B5"/>
    <w:rsid w:val="002332C6"/>
    <w:rsid w:val="0023606F"/>
    <w:rsid w:val="002361C6"/>
    <w:rsid w:val="00240561"/>
    <w:rsid w:val="00241CB0"/>
    <w:rsid w:val="00242762"/>
    <w:rsid w:val="00242A08"/>
    <w:rsid w:val="0024333C"/>
    <w:rsid w:val="00244697"/>
    <w:rsid w:val="002468BC"/>
    <w:rsid w:val="002509E3"/>
    <w:rsid w:val="00252D51"/>
    <w:rsid w:val="002545F7"/>
    <w:rsid w:val="00255822"/>
    <w:rsid w:val="00255D0E"/>
    <w:rsid w:val="00261591"/>
    <w:rsid w:val="0026177F"/>
    <w:rsid w:val="00261D16"/>
    <w:rsid w:val="002705F0"/>
    <w:rsid w:val="00273476"/>
    <w:rsid w:val="0027436C"/>
    <w:rsid w:val="00276861"/>
    <w:rsid w:val="0028171A"/>
    <w:rsid w:val="00286146"/>
    <w:rsid w:val="00292179"/>
    <w:rsid w:val="00292BE0"/>
    <w:rsid w:val="00292F18"/>
    <w:rsid w:val="00292F45"/>
    <w:rsid w:val="002A0D3B"/>
    <w:rsid w:val="002A49FE"/>
    <w:rsid w:val="002A7B56"/>
    <w:rsid w:val="002A7F83"/>
    <w:rsid w:val="002B048B"/>
    <w:rsid w:val="002B22EA"/>
    <w:rsid w:val="002B7D45"/>
    <w:rsid w:val="002C0E57"/>
    <w:rsid w:val="002C1260"/>
    <w:rsid w:val="002C3FF5"/>
    <w:rsid w:val="002C5C74"/>
    <w:rsid w:val="002C5F4B"/>
    <w:rsid w:val="002C608F"/>
    <w:rsid w:val="002C6459"/>
    <w:rsid w:val="002D0E2F"/>
    <w:rsid w:val="002D44E5"/>
    <w:rsid w:val="002D4B7F"/>
    <w:rsid w:val="002D6E40"/>
    <w:rsid w:val="002E3BBA"/>
    <w:rsid w:val="002E7CDE"/>
    <w:rsid w:val="002F1673"/>
    <w:rsid w:val="002F1A73"/>
    <w:rsid w:val="002F252D"/>
    <w:rsid w:val="002F526B"/>
    <w:rsid w:val="002F5A91"/>
    <w:rsid w:val="00300C47"/>
    <w:rsid w:val="00301094"/>
    <w:rsid w:val="003034A1"/>
    <w:rsid w:val="0030718A"/>
    <w:rsid w:val="0031088D"/>
    <w:rsid w:val="00310D4D"/>
    <w:rsid w:val="00311DDA"/>
    <w:rsid w:val="00314AEA"/>
    <w:rsid w:val="00314E79"/>
    <w:rsid w:val="00320FDC"/>
    <w:rsid w:val="00321679"/>
    <w:rsid w:val="00322E21"/>
    <w:rsid w:val="00323849"/>
    <w:rsid w:val="00333014"/>
    <w:rsid w:val="003343A3"/>
    <w:rsid w:val="003366B5"/>
    <w:rsid w:val="003404B6"/>
    <w:rsid w:val="00344606"/>
    <w:rsid w:val="0034673B"/>
    <w:rsid w:val="00350D0B"/>
    <w:rsid w:val="00352056"/>
    <w:rsid w:val="00353FA6"/>
    <w:rsid w:val="003559B7"/>
    <w:rsid w:val="00356469"/>
    <w:rsid w:val="00363C13"/>
    <w:rsid w:val="00365083"/>
    <w:rsid w:val="00370340"/>
    <w:rsid w:val="003714CA"/>
    <w:rsid w:val="00373567"/>
    <w:rsid w:val="00374217"/>
    <w:rsid w:val="00375608"/>
    <w:rsid w:val="00375991"/>
    <w:rsid w:val="0037626B"/>
    <w:rsid w:val="003769BA"/>
    <w:rsid w:val="00380476"/>
    <w:rsid w:val="00383738"/>
    <w:rsid w:val="0038384A"/>
    <w:rsid w:val="00385C7A"/>
    <w:rsid w:val="003907EA"/>
    <w:rsid w:val="00391100"/>
    <w:rsid w:val="003954D7"/>
    <w:rsid w:val="003974D6"/>
    <w:rsid w:val="003A4EA9"/>
    <w:rsid w:val="003A5586"/>
    <w:rsid w:val="003A60D9"/>
    <w:rsid w:val="003B0721"/>
    <w:rsid w:val="003B4224"/>
    <w:rsid w:val="003B484D"/>
    <w:rsid w:val="003B5EE1"/>
    <w:rsid w:val="003C0816"/>
    <w:rsid w:val="003C158E"/>
    <w:rsid w:val="003C17BF"/>
    <w:rsid w:val="003C22A9"/>
    <w:rsid w:val="003C290D"/>
    <w:rsid w:val="003C5AF7"/>
    <w:rsid w:val="003C6744"/>
    <w:rsid w:val="003D43FF"/>
    <w:rsid w:val="003D717C"/>
    <w:rsid w:val="003D7B0F"/>
    <w:rsid w:val="003E547D"/>
    <w:rsid w:val="003E5AA0"/>
    <w:rsid w:val="003E616E"/>
    <w:rsid w:val="003F0169"/>
    <w:rsid w:val="003F114B"/>
    <w:rsid w:val="003F1D02"/>
    <w:rsid w:val="003F48F2"/>
    <w:rsid w:val="003F4944"/>
    <w:rsid w:val="003F56AC"/>
    <w:rsid w:val="003F72C1"/>
    <w:rsid w:val="004017D0"/>
    <w:rsid w:val="00402579"/>
    <w:rsid w:val="004038DD"/>
    <w:rsid w:val="00411302"/>
    <w:rsid w:val="004161A5"/>
    <w:rsid w:val="004165E5"/>
    <w:rsid w:val="00416769"/>
    <w:rsid w:val="00422E83"/>
    <w:rsid w:val="00424350"/>
    <w:rsid w:val="004246FF"/>
    <w:rsid w:val="0042750D"/>
    <w:rsid w:val="00435D60"/>
    <w:rsid w:val="00435DE4"/>
    <w:rsid w:val="00437A71"/>
    <w:rsid w:val="00441CC1"/>
    <w:rsid w:val="004425D5"/>
    <w:rsid w:val="004430E2"/>
    <w:rsid w:val="0044475D"/>
    <w:rsid w:val="00445C1D"/>
    <w:rsid w:val="00447366"/>
    <w:rsid w:val="00447EFF"/>
    <w:rsid w:val="00450F51"/>
    <w:rsid w:val="00454EBB"/>
    <w:rsid w:val="004556D0"/>
    <w:rsid w:val="0046441D"/>
    <w:rsid w:val="00465843"/>
    <w:rsid w:val="00466742"/>
    <w:rsid w:val="00470F97"/>
    <w:rsid w:val="00471574"/>
    <w:rsid w:val="004716DC"/>
    <w:rsid w:val="004729BD"/>
    <w:rsid w:val="00473320"/>
    <w:rsid w:val="00474137"/>
    <w:rsid w:val="00474CEF"/>
    <w:rsid w:val="00475449"/>
    <w:rsid w:val="00475572"/>
    <w:rsid w:val="00475675"/>
    <w:rsid w:val="00476EE8"/>
    <w:rsid w:val="004772A0"/>
    <w:rsid w:val="00480700"/>
    <w:rsid w:val="004836AD"/>
    <w:rsid w:val="00483CC9"/>
    <w:rsid w:val="004855CE"/>
    <w:rsid w:val="00486FF1"/>
    <w:rsid w:val="0049075C"/>
    <w:rsid w:val="00490838"/>
    <w:rsid w:val="00492989"/>
    <w:rsid w:val="00492E9F"/>
    <w:rsid w:val="0049373C"/>
    <w:rsid w:val="004943A3"/>
    <w:rsid w:val="004947C3"/>
    <w:rsid w:val="004A01FA"/>
    <w:rsid w:val="004A271F"/>
    <w:rsid w:val="004A400F"/>
    <w:rsid w:val="004B22AB"/>
    <w:rsid w:val="004B5E46"/>
    <w:rsid w:val="004B6D52"/>
    <w:rsid w:val="004B6F0C"/>
    <w:rsid w:val="004B7883"/>
    <w:rsid w:val="004C1B59"/>
    <w:rsid w:val="004C29D5"/>
    <w:rsid w:val="004C37D1"/>
    <w:rsid w:val="004C7C93"/>
    <w:rsid w:val="004D0E90"/>
    <w:rsid w:val="004D102D"/>
    <w:rsid w:val="004D367C"/>
    <w:rsid w:val="004D410F"/>
    <w:rsid w:val="004D48BA"/>
    <w:rsid w:val="004D6910"/>
    <w:rsid w:val="004E3BA5"/>
    <w:rsid w:val="004E3CE7"/>
    <w:rsid w:val="004E3FF3"/>
    <w:rsid w:val="004E5382"/>
    <w:rsid w:val="004F2D9A"/>
    <w:rsid w:val="004F4775"/>
    <w:rsid w:val="004F6216"/>
    <w:rsid w:val="004F6244"/>
    <w:rsid w:val="004F7A34"/>
    <w:rsid w:val="0050085A"/>
    <w:rsid w:val="005010E6"/>
    <w:rsid w:val="005018BB"/>
    <w:rsid w:val="00503807"/>
    <w:rsid w:val="00505B9B"/>
    <w:rsid w:val="00511545"/>
    <w:rsid w:val="00512332"/>
    <w:rsid w:val="005139EC"/>
    <w:rsid w:val="00513DFE"/>
    <w:rsid w:val="00515594"/>
    <w:rsid w:val="00515972"/>
    <w:rsid w:val="0051600C"/>
    <w:rsid w:val="005164C2"/>
    <w:rsid w:val="0052395F"/>
    <w:rsid w:val="00523B27"/>
    <w:rsid w:val="00524556"/>
    <w:rsid w:val="005321A8"/>
    <w:rsid w:val="0053321B"/>
    <w:rsid w:val="00533604"/>
    <w:rsid w:val="005336F4"/>
    <w:rsid w:val="00534C02"/>
    <w:rsid w:val="00535EC6"/>
    <w:rsid w:val="00540A8A"/>
    <w:rsid w:val="00542573"/>
    <w:rsid w:val="00547582"/>
    <w:rsid w:val="00550720"/>
    <w:rsid w:val="00551C56"/>
    <w:rsid w:val="005533F6"/>
    <w:rsid w:val="0055344B"/>
    <w:rsid w:val="00555FE0"/>
    <w:rsid w:val="005605FC"/>
    <w:rsid w:val="0056285D"/>
    <w:rsid w:val="00564783"/>
    <w:rsid w:val="0056635B"/>
    <w:rsid w:val="0057020A"/>
    <w:rsid w:val="0057088B"/>
    <w:rsid w:val="0057130C"/>
    <w:rsid w:val="00571CF0"/>
    <w:rsid w:val="005728B3"/>
    <w:rsid w:val="00573DD6"/>
    <w:rsid w:val="005752FE"/>
    <w:rsid w:val="00585E9D"/>
    <w:rsid w:val="00591491"/>
    <w:rsid w:val="00593A33"/>
    <w:rsid w:val="00597763"/>
    <w:rsid w:val="005A00C5"/>
    <w:rsid w:val="005A021A"/>
    <w:rsid w:val="005A0AC3"/>
    <w:rsid w:val="005A0D28"/>
    <w:rsid w:val="005A1184"/>
    <w:rsid w:val="005A2DAC"/>
    <w:rsid w:val="005A5D85"/>
    <w:rsid w:val="005A6960"/>
    <w:rsid w:val="005B0445"/>
    <w:rsid w:val="005B26FE"/>
    <w:rsid w:val="005B2713"/>
    <w:rsid w:val="005B2CB1"/>
    <w:rsid w:val="005B59EB"/>
    <w:rsid w:val="005B702A"/>
    <w:rsid w:val="005C073E"/>
    <w:rsid w:val="005C09C9"/>
    <w:rsid w:val="005C0CE0"/>
    <w:rsid w:val="005C1DB9"/>
    <w:rsid w:val="005C4617"/>
    <w:rsid w:val="005C4F58"/>
    <w:rsid w:val="005C5337"/>
    <w:rsid w:val="005D0079"/>
    <w:rsid w:val="005D32B6"/>
    <w:rsid w:val="005D47DA"/>
    <w:rsid w:val="005E0A52"/>
    <w:rsid w:val="005E1E28"/>
    <w:rsid w:val="005E2CFB"/>
    <w:rsid w:val="005E4273"/>
    <w:rsid w:val="005E6426"/>
    <w:rsid w:val="005F01CE"/>
    <w:rsid w:val="005F3D9D"/>
    <w:rsid w:val="005F62FB"/>
    <w:rsid w:val="00601D78"/>
    <w:rsid w:val="0060479D"/>
    <w:rsid w:val="00606123"/>
    <w:rsid w:val="00606512"/>
    <w:rsid w:val="00610FD1"/>
    <w:rsid w:val="006114E0"/>
    <w:rsid w:val="0061459B"/>
    <w:rsid w:val="00614AC9"/>
    <w:rsid w:val="0061546D"/>
    <w:rsid w:val="00621315"/>
    <w:rsid w:val="00623DF4"/>
    <w:rsid w:val="006240C3"/>
    <w:rsid w:val="006245B6"/>
    <w:rsid w:val="00624951"/>
    <w:rsid w:val="00624C09"/>
    <w:rsid w:val="006268DE"/>
    <w:rsid w:val="006300A1"/>
    <w:rsid w:val="006307DD"/>
    <w:rsid w:val="0063594E"/>
    <w:rsid w:val="00636062"/>
    <w:rsid w:val="00637715"/>
    <w:rsid w:val="00637A3E"/>
    <w:rsid w:val="00643447"/>
    <w:rsid w:val="0064603D"/>
    <w:rsid w:val="00652540"/>
    <w:rsid w:val="00653945"/>
    <w:rsid w:val="00654F69"/>
    <w:rsid w:val="0065544B"/>
    <w:rsid w:val="006571E9"/>
    <w:rsid w:val="006661CB"/>
    <w:rsid w:val="006670B5"/>
    <w:rsid w:val="00667C6B"/>
    <w:rsid w:val="006702C4"/>
    <w:rsid w:val="006720DB"/>
    <w:rsid w:val="00672AA4"/>
    <w:rsid w:val="00675C20"/>
    <w:rsid w:val="00677536"/>
    <w:rsid w:val="00677C6C"/>
    <w:rsid w:val="006809EA"/>
    <w:rsid w:val="0068244F"/>
    <w:rsid w:val="006826DB"/>
    <w:rsid w:val="00684319"/>
    <w:rsid w:val="006847F0"/>
    <w:rsid w:val="00686181"/>
    <w:rsid w:val="006876B0"/>
    <w:rsid w:val="00691120"/>
    <w:rsid w:val="006917EA"/>
    <w:rsid w:val="00692E5D"/>
    <w:rsid w:val="00693096"/>
    <w:rsid w:val="006959C1"/>
    <w:rsid w:val="00696A63"/>
    <w:rsid w:val="006A0FF8"/>
    <w:rsid w:val="006A2EDC"/>
    <w:rsid w:val="006A4FF9"/>
    <w:rsid w:val="006A59A5"/>
    <w:rsid w:val="006B1609"/>
    <w:rsid w:val="006B1C3F"/>
    <w:rsid w:val="006B4966"/>
    <w:rsid w:val="006B49AB"/>
    <w:rsid w:val="006B5CA8"/>
    <w:rsid w:val="006B72F7"/>
    <w:rsid w:val="006B7679"/>
    <w:rsid w:val="006C38C8"/>
    <w:rsid w:val="006C4A65"/>
    <w:rsid w:val="006C56F2"/>
    <w:rsid w:val="006D02EB"/>
    <w:rsid w:val="006D04C9"/>
    <w:rsid w:val="006D1B06"/>
    <w:rsid w:val="006D405B"/>
    <w:rsid w:val="006D7891"/>
    <w:rsid w:val="006D79D4"/>
    <w:rsid w:val="006E4A62"/>
    <w:rsid w:val="006F0489"/>
    <w:rsid w:val="006F17A9"/>
    <w:rsid w:val="006F2289"/>
    <w:rsid w:val="006F392D"/>
    <w:rsid w:val="006F43B1"/>
    <w:rsid w:val="006F589A"/>
    <w:rsid w:val="006F5E95"/>
    <w:rsid w:val="006F7524"/>
    <w:rsid w:val="00700CFE"/>
    <w:rsid w:val="00701D2B"/>
    <w:rsid w:val="00703ED1"/>
    <w:rsid w:val="007049F4"/>
    <w:rsid w:val="00704BC8"/>
    <w:rsid w:val="0070630E"/>
    <w:rsid w:val="00706B63"/>
    <w:rsid w:val="00707350"/>
    <w:rsid w:val="00711D97"/>
    <w:rsid w:val="00712AE1"/>
    <w:rsid w:val="00712D0A"/>
    <w:rsid w:val="0071611E"/>
    <w:rsid w:val="007171FB"/>
    <w:rsid w:val="00720F20"/>
    <w:rsid w:val="0072185D"/>
    <w:rsid w:val="00724AF2"/>
    <w:rsid w:val="00725CDA"/>
    <w:rsid w:val="00726BED"/>
    <w:rsid w:val="00727CD8"/>
    <w:rsid w:val="00733A3E"/>
    <w:rsid w:val="007355BF"/>
    <w:rsid w:val="0074077F"/>
    <w:rsid w:val="00740793"/>
    <w:rsid w:val="00747D4B"/>
    <w:rsid w:val="0075016F"/>
    <w:rsid w:val="00753BC8"/>
    <w:rsid w:val="00753DF7"/>
    <w:rsid w:val="00753FF1"/>
    <w:rsid w:val="0075601C"/>
    <w:rsid w:val="0075684B"/>
    <w:rsid w:val="007604B8"/>
    <w:rsid w:val="00764E50"/>
    <w:rsid w:val="00765080"/>
    <w:rsid w:val="00766EEB"/>
    <w:rsid w:val="0076708F"/>
    <w:rsid w:val="007701F8"/>
    <w:rsid w:val="00770B77"/>
    <w:rsid w:val="007735F6"/>
    <w:rsid w:val="007749F9"/>
    <w:rsid w:val="0077567D"/>
    <w:rsid w:val="00777D54"/>
    <w:rsid w:val="00777F74"/>
    <w:rsid w:val="00782C9A"/>
    <w:rsid w:val="00783C01"/>
    <w:rsid w:val="00786FF2"/>
    <w:rsid w:val="007966F2"/>
    <w:rsid w:val="007A0EED"/>
    <w:rsid w:val="007A38F0"/>
    <w:rsid w:val="007A41D7"/>
    <w:rsid w:val="007A581D"/>
    <w:rsid w:val="007A6E65"/>
    <w:rsid w:val="007A7360"/>
    <w:rsid w:val="007B10A4"/>
    <w:rsid w:val="007B2026"/>
    <w:rsid w:val="007B35FC"/>
    <w:rsid w:val="007B37B6"/>
    <w:rsid w:val="007B60BD"/>
    <w:rsid w:val="007B69C0"/>
    <w:rsid w:val="007C0280"/>
    <w:rsid w:val="007C1D00"/>
    <w:rsid w:val="007C2BAC"/>
    <w:rsid w:val="007C2D74"/>
    <w:rsid w:val="007C4D80"/>
    <w:rsid w:val="007C5C3E"/>
    <w:rsid w:val="007C67BF"/>
    <w:rsid w:val="007C6958"/>
    <w:rsid w:val="007C73E3"/>
    <w:rsid w:val="007E1184"/>
    <w:rsid w:val="007E2864"/>
    <w:rsid w:val="007E44B7"/>
    <w:rsid w:val="007E4EFE"/>
    <w:rsid w:val="007E5423"/>
    <w:rsid w:val="007E57AD"/>
    <w:rsid w:val="007F10DD"/>
    <w:rsid w:val="007F3CF4"/>
    <w:rsid w:val="007F4821"/>
    <w:rsid w:val="007F5D42"/>
    <w:rsid w:val="007F60D2"/>
    <w:rsid w:val="007F6CBB"/>
    <w:rsid w:val="00802564"/>
    <w:rsid w:val="00802F43"/>
    <w:rsid w:val="008030F8"/>
    <w:rsid w:val="008061F5"/>
    <w:rsid w:val="008116DB"/>
    <w:rsid w:val="00811B96"/>
    <w:rsid w:val="008132B3"/>
    <w:rsid w:val="008144CE"/>
    <w:rsid w:val="00817340"/>
    <w:rsid w:val="00817BB3"/>
    <w:rsid w:val="008208D9"/>
    <w:rsid w:val="00821442"/>
    <w:rsid w:val="008226D2"/>
    <w:rsid w:val="00824312"/>
    <w:rsid w:val="0082598B"/>
    <w:rsid w:val="00826F52"/>
    <w:rsid w:val="00827AD6"/>
    <w:rsid w:val="00830ABE"/>
    <w:rsid w:val="008319C8"/>
    <w:rsid w:val="008359BD"/>
    <w:rsid w:val="0083637B"/>
    <w:rsid w:val="00836F11"/>
    <w:rsid w:val="00837B7C"/>
    <w:rsid w:val="008411DF"/>
    <w:rsid w:val="008412CD"/>
    <w:rsid w:val="008444B0"/>
    <w:rsid w:val="008509E5"/>
    <w:rsid w:val="00854102"/>
    <w:rsid w:val="00856C03"/>
    <w:rsid w:val="00857A2D"/>
    <w:rsid w:val="00860E22"/>
    <w:rsid w:val="008611E6"/>
    <w:rsid w:val="008629B0"/>
    <w:rsid w:val="00863E56"/>
    <w:rsid w:val="008642F7"/>
    <w:rsid w:val="008650F8"/>
    <w:rsid w:val="0086548E"/>
    <w:rsid w:val="0086709C"/>
    <w:rsid w:val="00871E37"/>
    <w:rsid w:val="008730AA"/>
    <w:rsid w:val="0087353C"/>
    <w:rsid w:val="00876AAA"/>
    <w:rsid w:val="00876C28"/>
    <w:rsid w:val="00876CDB"/>
    <w:rsid w:val="008824BC"/>
    <w:rsid w:val="00883B7F"/>
    <w:rsid w:val="008853B0"/>
    <w:rsid w:val="0088610D"/>
    <w:rsid w:val="00886D65"/>
    <w:rsid w:val="00891127"/>
    <w:rsid w:val="00891949"/>
    <w:rsid w:val="00891D32"/>
    <w:rsid w:val="00893491"/>
    <w:rsid w:val="00894889"/>
    <w:rsid w:val="00895392"/>
    <w:rsid w:val="00895C79"/>
    <w:rsid w:val="008A0A2A"/>
    <w:rsid w:val="008A0F44"/>
    <w:rsid w:val="008A1B53"/>
    <w:rsid w:val="008A5F36"/>
    <w:rsid w:val="008B66C6"/>
    <w:rsid w:val="008B6D37"/>
    <w:rsid w:val="008C3222"/>
    <w:rsid w:val="008C5DD5"/>
    <w:rsid w:val="008C5F11"/>
    <w:rsid w:val="008C62EA"/>
    <w:rsid w:val="008D277B"/>
    <w:rsid w:val="008D6999"/>
    <w:rsid w:val="008E0A4F"/>
    <w:rsid w:val="008E0F40"/>
    <w:rsid w:val="008E47D3"/>
    <w:rsid w:val="008E58DC"/>
    <w:rsid w:val="008F02C5"/>
    <w:rsid w:val="008F2393"/>
    <w:rsid w:val="008F376D"/>
    <w:rsid w:val="008F3DA4"/>
    <w:rsid w:val="008F5AA5"/>
    <w:rsid w:val="008F6C57"/>
    <w:rsid w:val="00901129"/>
    <w:rsid w:val="00901642"/>
    <w:rsid w:val="00902068"/>
    <w:rsid w:val="00902B91"/>
    <w:rsid w:val="0090669C"/>
    <w:rsid w:val="00906CA5"/>
    <w:rsid w:val="0090750B"/>
    <w:rsid w:val="00911528"/>
    <w:rsid w:val="00912902"/>
    <w:rsid w:val="00916637"/>
    <w:rsid w:val="00916E0E"/>
    <w:rsid w:val="00917E5D"/>
    <w:rsid w:val="0092004B"/>
    <w:rsid w:val="009203CD"/>
    <w:rsid w:val="0092067E"/>
    <w:rsid w:val="00924184"/>
    <w:rsid w:val="009259B8"/>
    <w:rsid w:val="0092605B"/>
    <w:rsid w:val="009303CD"/>
    <w:rsid w:val="00943A87"/>
    <w:rsid w:val="009474E1"/>
    <w:rsid w:val="0095242A"/>
    <w:rsid w:val="009559CC"/>
    <w:rsid w:val="00957B53"/>
    <w:rsid w:val="009617D9"/>
    <w:rsid w:val="00962661"/>
    <w:rsid w:val="00964594"/>
    <w:rsid w:val="00964B71"/>
    <w:rsid w:val="00966BFE"/>
    <w:rsid w:val="00966C02"/>
    <w:rsid w:val="00967990"/>
    <w:rsid w:val="009706C2"/>
    <w:rsid w:val="00970FA0"/>
    <w:rsid w:val="00976952"/>
    <w:rsid w:val="00983AFA"/>
    <w:rsid w:val="009842E2"/>
    <w:rsid w:val="00991945"/>
    <w:rsid w:val="00994088"/>
    <w:rsid w:val="00994C7E"/>
    <w:rsid w:val="00995081"/>
    <w:rsid w:val="009A00DA"/>
    <w:rsid w:val="009A5876"/>
    <w:rsid w:val="009A6836"/>
    <w:rsid w:val="009A7201"/>
    <w:rsid w:val="009B1202"/>
    <w:rsid w:val="009B1B26"/>
    <w:rsid w:val="009B22ED"/>
    <w:rsid w:val="009B258E"/>
    <w:rsid w:val="009B30B1"/>
    <w:rsid w:val="009B30CC"/>
    <w:rsid w:val="009B31CF"/>
    <w:rsid w:val="009B4DD5"/>
    <w:rsid w:val="009B6B5A"/>
    <w:rsid w:val="009C122D"/>
    <w:rsid w:val="009C1412"/>
    <w:rsid w:val="009C2D74"/>
    <w:rsid w:val="009C368C"/>
    <w:rsid w:val="009C40AE"/>
    <w:rsid w:val="009C43FB"/>
    <w:rsid w:val="009C462C"/>
    <w:rsid w:val="009C59BB"/>
    <w:rsid w:val="009C5F96"/>
    <w:rsid w:val="009D0634"/>
    <w:rsid w:val="009D4C24"/>
    <w:rsid w:val="009D5AC2"/>
    <w:rsid w:val="009D620D"/>
    <w:rsid w:val="009D6DEA"/>
    <w:rsid w:val="009E04E7"/>
    <w:rsid w:val="009E078F"/>
    <w:rsid w:val="009E11AE"/>
    <w:rsid w:val="009E4D74"/>
    <w:rsid w:val="009E55B1"/>
    <w:rsid w:val="009E5976"/>
    <w:rsid w:val="009E60A5"/>
    <w:rsid w:val="009E7BE4"/>
    <w:rsid w:val="009E7EB3"/>
    <w:rsid w:val="009F070A"/>
    <w:rsid w:val="009F15F2"/>
    <w:rsid w:val="009F1BDD"/>
    <w:rsid w:val="009F1D0C"/>
    <w:rsid w:val="009F2F9B"/>
    <w:rsid w:val="009F30B5"/>
    <w:rsid w:val="009F326C"/>
    <w:rsid w:val="009F4076"/>
    <w:rsid w:val="00A00363"/>
    <w:rsid w:val="00A02B23"/>
    <w:rsid w:val="00A041AB"/>
    <w:rsid w:val="00A0565F"/>
    <w:rsid w:val="00A12D61"/>
    <w:rsid w:val="00A13829"/>
    <w:rsid w:val="00A14EE0"/>
    <w:rsid w:val="00A15A9D"/>
    <w:rsid w:val="00A16634"/>
    <w:rsid w:val="00A166EA"/>
    <w:rsid w:val="00A20F4A"/>
    <w:rsid w:val="00A22A31"/>
    <w:rsid w:val="00A27292"/>
    <w:rsid w:val="00A27794"/>
    <w:rsid w:val="00A30F60"/>
    <w:rsid w:val="00A34BFB"/>
    <w:rsid w:val="00A3620F"/>
    <w:rsid w:val="00A37466"/>
    <w:rsid w:val="00A37C4A"/>
    <w:rsid w:val="00A40F32"/>
    <w:rsid w:val="00A43D1E"/>
    <w:rsid w:val="00A44BB9"/>
    <w:rsid w:val="00A45466"/>
    <w:rsid w:val="00A509EF"/>
    <w:rsid w:val="00A51385"/>
    <w:rsid w:val="00A515DB"/>
    <w:rsid w:val="00A542FB"/>
    <w:rsid w:val="00A544E8"/>
    <w:rsid w:val="00A54F8C"/>
    <w:rsid w:val="00A5729F"/>
    <w:rsid w:val="00A60C36"/>
    <w:rsid w:val="00A623FA"/>
    <w:rsid w:val="00A6369B"/>
    <w:rsid w:val="00A65DA0"/>
    <w:rsid w:val="00A660EF"/>
    <w:rsid w:val="00A675B8"/>
    <w:rsid w:val="00A67C9D"/>
    <w:rsid w:val="00A724BD"/>
    <w:rsid w:val="00A7521E"/>
    <w:rsid w:val="00A75871"/>
    <w:rsid w:val="00A8048F"/>
    <w:rsid w:val="00A80F3F"/>
    <w:rsid w:val="00A81BE0"/>
    <w:rsid w:val="00A833CE"/>
    <w:rsid w:val="00A843D2"/>
    <w:rsid w:val="00A84CB7"/>
    <w:rsid w:val="00A863DE"/>
    <w:rsid w:val="00A879AE"/>
    <w:rsid w:val="00A914CD"/>
    <w:rsid w:val="00A917BE"/>
    <w:rsid w:val="00A918E8"/>
    <w:rsid w:val="00A93722"/>
    <w:rsid w:val="00A95800"/>
    <w:rsid w:val="00A95D5F"/>
    <w:rsid w:val="00A96CAC"/>
    <w:rsid w:val="00A9739B"/>
    <w:rsid w:val="00A9795E"/>
    <w:rsid w:val="00AA1673"/>
    <w:rsid w:val="00AA2D3D"/>
    <w:rsid w:val="00AA3602"/>
    <w:rsid w:val="00AA4BCB"/>
    <w:rsid w:val="00AA6108"/>
    <w:rsid w:val="00AA784C"/>
    <w:rsid w:val="00AA78AF"/>
    <w:rsid w:val="00AB217B"/>
    <w:rsid w:val="00AB2A95"/>
    <w:rsid w:val="00AB42C4"/>
    <w:rsid w:val="00AB4C29"/>
    <w:rsid w:val="00AB68E8"/>
    <w:rsid w:val="00AB7EA7"/>
    <w:rsid w:val="00AC14CB"/>
    <w:rsid w:val="00AC1B70"/>
    <w:rsid w:val="00AC25F9"/>
    <w:rsid w:val="00AC3E70"/>
    <w:rsid w:val="00AC5509"/>
    <w:rsid w:val="00AC58EE"/>
    <w:rsid w:val="00AC67FB"/>
    <w:rsid w:val="00AC71F3"/>
    <w:rsid w:val="00AD02A9"/>
    <w:rsid w:val="00AD2DCC"/>
    <w:rsid w:val="00AD3D99"/>
    <w:rsid w:val="00AD69DB"/>
    <w:rsid w:val="00AD7C25"/>
    <w:rsid w:val="00AE091A"/>
    <w:rsid w:val="00AE0D27"/>
    <w:rsid w:val="00AE4D61"/>
    <w:rsid w:val="00AE5E39"/>
    <w:rsid w:val="00AE76AA"/>
    <w:rsid w:val="00AF06D8"/>
    <w:rsid w:val="00AF247E"/>
    <w:rsid w:val="00AF4CAD"/>
    <w:rsid w:val="00AF6B98"/>
    <w:rsid w:val="00AF7942"/>
    <w:rsid w:val="00AF7EF5"/>
    <w:rsid w:val="00B009A6"/>
    <w:rsid w:val="00B00E89"/>
    <w:rsid w:val="00B01047"/>
    <w:rsid w:val="00B0116F"/>
    <w:rsid w:val="00B014E2"/>
    <w:rsid w:val="00B01A11"/>
    <w:rsid w:val="00B10307"/>
    <w:rsid w:val="00B10F0D"/>
    <w:rsid w:val="00B11283"/>
    <w:rsid w:val="00B223DF"/>
    <w:rsid w:val="00B25AF0"/>
    <w:rsid w:val="00B2706C"/>
    <w:rsid w:val="00B304C3"/>
    <w:rsid w:val="00B31006"/>
    <w:rsid w:val="00B32294"/>
    <w:rsid w:val="00B3345B"/>
    <w:rsid w:val="00B349B8"/>
    <w:rsid w:val="00B35235"/>
    <w:rsid w:val="00B35304"/>
    <w:rsid w:val="00B360FD"/>
    <w:rsid w:val="00B36BEB"/>
    <w:rsid w:val="00B42549"/>
    <w:rsid w:val="00B43FCA"/>
    <w:rsid w:val="00B4493C"/>
    <w:rsid w:val="00B4710F"/>
    <w:rsid w:val="00B50A15"/>
    <w:rsid w:val="00B54179"/>
    <w:rsid w:val="00B543F8"/>
    <w:rsid w:val="00B54480"/>
    <w:rsid w:val="00B544BD"/>
    <w:rsid w:val="00B60231"/>
    <w:rsid w:val="00B63008"/>
    <w:rsid w:val="00B636FC"/>
    <w:rsid w:val="00B63AFC"/>
    <w:rsid w:val="00B63C4E"/>
    <w:rsid w:val="00B6520A"/>
    <w:rsid w:val="00B67907"/>
    <w:rsid w:val="00B74A79"/>
    <w:rsid w:val="00B8026D"/>
    <w:rsid w:val="00B82A2D"/>
    <w:rsid w:val="00B8373F"/>
    <w:rsid w:val="00B8496D"/>
    <w:rsid w:val="00B8513B"/>
    <w:rsid w:val="00B86056"/>
    <w:rsid w:val="00B877C7"/>
    <w:rsid w:val="00B87E82"/>
    <w:rsid w:val="00B912E7"/>
    <w:rsid w:val="00B94474"/>
    <w:rsid w:val="00B97379"/>
    <w:rsid w:val="00BA0EC1"/>
    <w:rsid w:val="00BA4847"/>
    <w:rsid w:val="00BA6865"/>
    <w:rsid w:val="00BA6CE8"/>
    <w:rsid w:val="00BB0F22"/>
    <w:rsid w:val="00BB1893"/>
    <w:rsid w:val="00BB4B09"/>
    <w:rsid w:val="00BB6823"/>
    <w:rsid w:val="00BC080B"/>
    <w:rsid w:val="00BC6607"/>
    <w:rsid w:val="00BC7AF5"/>
    <w:rsid w:val="00BD18F4"/>
    <w:rsid w:val="00BD1B49"/>
    <w:rsid w:val="00BD2104"/>
    <w:rsid w:val="00BD2B22"/>
    <w:rsid w:val="00BD2C4D"/>
    <w:rsid w:val="00BD4057"/>
    <w:rsid w:val="00BD514C"/>
    <w:rsid w:val="00BD52C4"/>
    <w:rsid w:val="00BD79D8"/>
    <w:rsid w:val="00BE122B"/>
    <w:rsid w:val="00BE136E"/>
    <w:rsid w:val="00BE3CAB"/>
    <w:rsid w:val="00BE416B"/>
    <w:rsid w:val="00BE4577"/>
    <w:rsid w:val="00BE4BD4"/>
    <w:rsid w:val="00BE4E27"/>
    <w:rsid w:val="00BE5678"/>
    <w:rsid w:val="00BE5C06"/>
    <w:rsid w:val="00BE6387"/>
    <w:rsid w:val="00BE780B"/>
    <w:rsid w:val="00BF0B14"/>
    <w:rsid w:val="00BF33CD"/>
    <w:rsid w:val="00BF70E0"/>
    <w:rsid w:val="00BF7742"/>
    <w:rsid w:val="00C00990"/>
    <w:rsid w:val="00C06CD0"/>
    <w:rsid w:val="00C10D69"/>
    <w:rsid w:val="00C127D7"/>
    <w:rsid w:val="00C12ED1"/>
    <w:rsid w:val="00C135F0"/>
    <w:rsid w:val="00C14AD7"/>
    <w:rsid w:val="00C15BAE"/>
    <w:rsid w:val="00C24489"/>
    <w:rsid w:val="00C2605E"/>
    <w:rsid w:val="00C27690"/>
    <w:rsid w:val="00C302E5"/>
    <w:rsid w:val="00C35692"/>
    <w:rsid w:val="00C3644D"/>
    <w:rsid w:val="00C42883"/>
    <w:rsid w:val="00C45216"/>
    <w:rsid w:val="00C532FC"/>
    <w:rsid w:val="00C54656"/>
    <w:rsid w:val="00C55057"/>
    <w:rsid w:val="00C55FD5"/>
    <w:rsid w:val="00C5754D"/>
    <w:rsid w:val="00C57794"/>
    <w:rsid w:val="00C641FE"/>
    <w:rsid w:val="00C64278"/>
    <w:rsid w:val="00C65168"/>
    <w:rsid w:val="00C65DF2"/>
    <w:rsid w:val="00C67AE7"/>
    <w:rsid w:val="00C67F08"/>
    <w:rsid w:val="00C704BB"/>
    <w:rsid w:val="00C71F12"/>
    <w:rsid w:val="00C73230"/>
    <w:rsid w:val="00C7535C"/>
    <w:rsid w:val="00C81628"/>
    <w:rsid w:val="00C828A1"/>
    <w:rsid w:val="00C83742"/>
    <w:rsid w:val="00C83D1A"/>
    <w:rsid w:val="00C8545D"/>
    <w:rsid w:val="00C86E8B"/>
    <w:rsid w:val="00C8799F"/>
    <w:rsid w:val="00C90D10"/>
    <w:rsid w:val="00C927FE"/>
    <w:rsid w:val="00C93A0C"/>
    <w:rsid w:val="00C93FB6"/>
    <w:rsid w:val="00C97E22"/>
    <w:rsid w:val="00CA08F5"/>
    <w:rsid w:val="00CA17FF"/>
    <w:rsid w:val="00CA19AD"/>
    <w:rsid w:val="00CA2B78"/>
    <w:rsid w:val="00CA410F"/>
    <w:rsid w:val="00CA575D"/>
    <w:rsid w:val="00CA652B"/>
    <w:rsid w:val="00CA7B07"/>
    <w:rsid w:val="00CB3DA5"/>
    <w:rsid w:val="00CB45CB"/>
    <w:rsid w:val="00CB62A3"/>
    <w:rsid w:val="00CB64D1"/>
    <w:rsid w:val="00CB6EDD"/>
    <w:rsid w:val="00CB727D"/>
    <w:rsid w:val="00CC0E19"/>
    <w:rsid w:val="00CC12AC"/>
    <w:rsid w:val="00CC1A0A"/>
    <w:rsid w:val="00CC278A"/>
    <w:rsid w:val="00CD0ED2"/>
    <w:rsid w:val="00CD2BA2"/>
    <w:rsid w:val="00CD3D26"/>
    <w:rsid w:val="00CD57F8"/>
    <w:rsid w:val="00CD64A4"/>
    <w:rsid w:val="00CD6C0F"/>
    <w:rsid w:val="00CD79AC"/>
    <w:rsid w:val="00CD7BDC"/>
    <w:rsid w:val="00CE5554"/>
    <w:rsid w:val="00CE61A0"/>
    <w:rsid w:val="00CE78E7"/>
    <w:rsid w:val="00CF3F04"/>
    <w:rsid w:val="00D01D79"/>
    <w:rsid w:val="00D05ED3"/>
    <w:rsid w:val="00D065DE"/>
    <w:rsid w:val="00D07AE6"/>
    <w:rsid w:val="00D1189E"/>
    <w:rsid w:val="00D11ED0"/>
    <w:rsid w:val="00D12A25"/>
    <w:rsid w:val="00D13760"/>
    <w:rsid w:val="00D13981"/>
    <w:rsid w:val="00D141CB"/>
    <w:rsid w:val="00D17EED"/>
    <w:rsid w:val="00D210A1"/>
    <w:rsid w:val="00D2173E"/>
    <w:rsid w:val="00D21D18"/>
    <w:rsid w:val="00D21EEC"/>
    <w:rsid w:val="00D22E2C"/>
    <w:rsid w:val="00D23640"/>
    <w:rsid w:val="00D24DAB"/>
    <w:rsid w:val="00D26A74"/>
    <w:rsid w:val="00D305D3"/>
    <w:rsid w:val="00D308EA"/>
    <w:rsid w:val="00D30C10"/>
    <w:rsid w:val="00D355DD"/>
    <w:rsid w:val="00D40164"/>
    <w:rsid w:val="00D44B17"/>
    <w:rsid w:val="00D475C0"/>
    <w:rsid w:val="00D47F8D"/>
    <w:rsid w:val="00D513A1"/>
    <w:rsid w:val="00D5250F"/>
    <w:rsid w:val="00D52705"/>
    <w:rsid w:val="00D60114"/>
    <w:rsid w:val="00D60ACA"/>
    <w:rsid w:val="00D64283"/>
    <w:rsid w:val="00D660AB"/>
    <w:rsid w:val="00D669A2"/>
    <w:rsid w:val="00D66DB2"/>
    <w:rsid w:val="00D7030A"/>
    <w:rsid w:val="00D73C64"/>
    <w:rsid w:val="00D748F4"/>
    <w:rsid w:val="00D75CF2"/>
    <w:rsid w:val="00D760D1"/>
    <w:rsid w:val="00D77103"/>
    <w:rsid w:val="00D812F1"/>
    <w:rsid w:val="00D8391D"/>
    <w:rsid w:val="00D847C6"/>
    <w:rsid w:val="00D84BCE"/>
    <w:rsid w:val="00D8525C"/>
    <w:rsid w:val="00D85EEE"/>
    <w:rsid w:val="00D86AB8"/>
    <w:rsid w:val="00D8750D"/>
    <w:rsid w:val="00D90B55"/>
    <w:rsid w:val="00D92D71"/>
    <w:rsid w:val="00DA03F9"/>
    <w:rsid w:val="00DA10B7"/>
    <w:rsid w:val="00DA1804"/>
    <w:rsid w:val="00DA5AD1"/>
    <w:rsid w:val="00DB12B0"/>
    <w:rsid w:val="00DC38F6"/>
    <w:rsid w:val="00DC51DF"/>
    <w:rsid w:val="00DD0143"/>
    <w:rsid w:val="00DD08FC"/>
    <w:rsid w:val="00DD23AF"/>
    <w:rsid w:val="00DD3369"/>
    <w:rsid w:val="00DD7106"/>
    <w:rsid w:val="00DD7A2B"/>
    <w:rsid w:val="00DE2A23"/>
    <w:rsid w:val="00DE2A71"/>
    <w:rsid w:val="00DE3FCB"/>
    <w:rsid w:val="00DF1353"/>
    <w:rsid w:val="00DF29A7"/>
    <w:rsid w:val="00DF2D9D"/>
    <w:rsid w:val="00DF2EB0"/>
    <w:rsid w:val="00DF3B84"/>
    <w:rsid w:val="00DF3C2E"/>
    <w:rsid w:val="00DF3C68"/>
    <w:rsid w:val="00DF47BB"/>
    <w:rsid w:val="00DF5CCB"/>
    <w:rsid w:val="00DF5E64"/>
    <w:rsid w:val="00DF6BCB"/>
    <w:rsid w:val="00E00104"/>
    <w:rsid w:val="00E00815"/>
    <w:rsid w:val="00E02729"/>
    <w:rsid w:val="00E03838"/>
    <w:rsid w:val="00E038C9"/>
    <w:rsid w:val="00E03DA8"/>
    <w:rsid w:val="00E04AAA"/>
    <w:rsid w:val="00E0594A"/>
    <w:rsid w:val="00E05DCD"/>
    <w:rsid w:val="00E06221"/>
    <w:rsid w:val="00E07AA6"/>
    <w:rsid w:val="00E07F92"/>
    <w:rsid w:val="00E119A9"/>
    <w:rsid w:val="00E12444"/>
    <w:rsid w:val="00E1293C"/>
    <w:rsid w:val="00E1467C"/>
    <w:rsid w:val="00E20223"/>
    <w:rsid w:val="00E20DA4"/>
    <w:rsid w:val="00E22C62"/>
    <w:rsid w:val="00E27B7E"/>
    <w:rsid w:val="00E27F1D"/>
    <w:rsid w:val="00E32E18"/>
    <w:rsid w:val="00E35197"/>
    <w:rsid w:val="00E37559"/>
    <w:rsid w:val="00E40D75"/>
    <w:rsid w:val="00E411B0"/>
    <w:rsid w:val="00E41EA4"/>
    <w:rsid w:val="00E42E1A"/>
    <w:rsid w:val="00E45654"/>
    <w:rsid w:val="00E464F3"/>
    <w:rsid w:val="00E5461B"/>
    <w:rsid w:val="00E5498B"/>
    <w:rsid w:val="00E56938"/>
    <w:rsid w:val="00E57ACE"/>
    <w:rsid w:val="00E614D1"/>
    <w:rsid w:val="00E62155"/>
    <w:rsid w:val="00E62342"/>
    <w:rsid w:val="00E64562"/>
    <w:rsid w:val="00E65D45"/>
    <w:rsid w:val="00E66D00"/>
    <w:rsid w:val="00E67F5A"/>
    <w:rsid w:val="00E7074E"/>
    <w:rsid w:val="00E74D63"/>
    <w:rsid w:val="00E75C4C"/>
    <w:rsid w:val="00E776FB"/>
    <w:rsid w:val="00E82EF8"/>
    <w:rsid w:val="00E84F7D"/>
    <w:rsid w:val="00E85C2B"/>
    <w:rsid w:val="00E8629A"/>
    <w:rsid w:val="00E86C03"/>
    <w:rsid w:val="00E87EC4"/>
    <w:rsid w:val="00E903E8"/>
    <w:rsid w:val="00E90F3F"/>
    <w:rsid w:val="00E91FFC"/>
    <w:rsid w:val="00E925E6"/>
    <w:rsid w:val="00E935CC"/>
    <w:rsid w:val="00E93E57"/>
    <w:rsid w:val="00E93F9F"/>
    <w:rsid w:val="00E94E1C"/>
    <w:rsid w:val="00E956EC"/>
    <w:rsid w:val="00E97259"/>
    <w:rsid w:val="00E97E80"/>
    <w:rsid w:val="00EA19FF"/>
    <w:rsid w:val="00EA3ED5"/>
    <w:rsid w:val="00EA48B1"/>
    <w:rsid w:val="00EA558F"/>
    <w:rsid w:val="00EA6F0E"/>
    <w:rsid w:val="00EB07C4"/>
    <w:rsid w:val="00EB0812"/>
    <w:rsid w:val="00EB1177"/>
    <w:rsid w:val="00EB4A03"/>
    <w:rsid w:val="00EB775B"/>
    <w:rsid w:val="00EB7E7A"/>
    <w:rsid w:val="00EC12A4"/>
    <w:rsid w:val="00EC2707"/>
    <w:rsid w:val="00EC5941"/>
    <w:rsid w:val="00EC7096"/>
    <w:rsid w:val="00ED10FD"/>
    <w:rsid w:val="00ED19A8"/>
    <w:rsid w:val="00ED3073"/>
    <w:rsid w:val="00ED3377"/>
    <w:rsid w:val="00ED35FF"/>
    <w:rsid w:val="00ED3B6A"/>
    <w:rsid w:val="00EE0550"/>
    <w:rsid w:val="00EE0804"/>
    <w:rsid w:val="00EE1247"/>
    <w:rsid w:val="00EE1390"/>
    <w:rsid w:val="00EE19D6"/>
    <w:rsid w:val="00EE1AFB"/>
    <w:rsid w:val="00EE1F1A"/>
    <w:rsid w:val="00EE22DB"/>
    <w:rsid w:val="00EE6F83"/>
    <w:rsid w:val="00EE7D4C"/>
    <w:rsid w:val="00EF02E8"/>
    <w:rsid w:val="00EF0689"/>
    <w:rsid w:val="00EF1C43"/>
    <w:rsid w:val="00EF216B"/>
    <w:rsid w:val="00EF4385"/>
    <w:rsid w:val="00EF44DA"/>
    <w:rsid w:val="00EF545F"/>
    <w:rsid w:val="00F1000E"/>
    <w:rsid w:val="00F106A9"/>
    <w:rsid w:val="00F11579"/>
    <w:rsid w:val="00F11C04"/>
    <w:rsid w:val="00F1466A"/>
    <w:rsid w:val="00F21094"/>
    <w:rsid w:val="00F212A6"/>
    <w:rsid w:val="00F227D7"/>
    <w:rsid w:val="00F25826"/>
    <w:rsid w:val="00F271BD"/>
    <w:rsid w:val="00F30628"/>
    <w:rsid w:val="00F30946"/>
    <w:rsid w:val="00F32D1B"/>
    <w:rsid w:val="00F362EC"/>
    <w:rsid w:val="00F36BE3"/>
    <w:rsid w:val="00F44036"/>
    <w:rsid w:val="00F46607"/>
    <w:rsid w:val="00F470B7"/>
    <w:rsid w:val="00F5454F"/>
    <w:rsid w:val="00F546DB"/>
    <w:rsid w:val="00F55A28"/>
    <w:rsid w:val="00F55C88"/>
    <w:rsid w:val="00F5718C"/>
    <w:rsid w:val="00F6052A"/>
    <w:rsid w:val="00F620FB"/>
    <w:rsid w:val="00F62C6D"/>
    <w:rsid w:val="00F6373C"/>
    <w:rsid w:val="00F72510"/>
    <w:rsid w:val="00F72EF6"/>
    <w:rsid w:val="00F73FBE"/>
    <w:rsid w:val="00F779CB"/>
    <w:rsid w:val="00F839C4"/>
    <w:rsid w:val="00F85E8D"/>
    <w:rsid w:val="00F9131C"/>
    <w:rsid w:val="00F96199"/>
    <w:rsid w:val="00F96904"/>
    <w:rsid w:val="00F96959"/>
    <w:rsid w:val="00F974E5"/>
    <w:rsid w:val="00FA022D"/>
    <w:rsid w:val="00FA128A"/>
    <w:rsid w:val="00FA25BF"/>
    <w:rsid w:val="00FA2DF9"/>
    <w:rsid w:val="00FA598C"/>
    <w:rsid w:val="00FA686F"/>
    <w:rsid w:val="00FB138C"/>
    <w:rsid w:val="00FB2FC0"/>
    <w:rsid w:val="00FB43B1"/>
    <w:rsid w:val="00FB4F11"/>
    <w:rsid w:val="00FB57BA"/>
    <w:rsid w:val="00FB5AEC"/>
    <w:rsid w:val="00FB6E03"/>
    <w:rsid w:val="00FC016C"/>
    <w:rsid w:val="00FC02A7"/>
    <w:rsid w:val="00FC0649"/>
    <w:rsid w:val="00FC0E1F"/>
    <w:rsid w:val="00FC494C"/>
    <w:rsid w:val="00FC60F8"/>
    <w:rsid w:val="00FC6405"/>
    <w:rsid w:val="00FD0EEB"/>
    <w:rsid w:val="00FD0FE8"/>
    <w:rsid w:val="00FD2842"/>
    <w:rsid w:val="00FD3BF6"/>
    <w:rsid w:val="00FD3D41"/>
    <w:rsid w:val="00FD4467"/>
    <w:rsid w:val="00FD579C"/>
    <w:rsid w:val="00FD5B08"/>
    <w:rsid w:val="00FD785C"/>
    <w:rsid w:val="00FE0BF2"/>
    <w:rsid w:val="00FE1A3E"/>
    <w:rsid w:val="00FE20C9"/>
    <w:rsid w:val="00FE2666"/>
    <w:rsid w:val="00FE26DD"/>
    <w:rsid w:val="00FE5403"/>
    <w:rsid w:val="00FE7504"/>
    <w:rsid w:val="00FF00F1"/>
    <w:rsid w:val="00FF40E3"/>
    <w:rsid w:val="00FF447F"/>
    <w:rsid w:val="00FF50B8"/>
    <w:rsid w:val="00FF5B00"/>
    <w:rsid w:val="00FF6571"/>
    <w:rsid w:val="00FF6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104"/>
    <w:pPr>
      <w:spacing w:after="200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3569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406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0064B1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064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064B1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064B1"/>
    <w:rPr>
      <w:rFonts w:cs="Times New Roman"/>
    </w:rPr>
  </w:style>
  <w:style w:type="paragraph" w:styleId="ListParagraph">
    <w:name w:val="List Paragraph"/>
    <w:basedOn w:val="Normal"/>
    <w:uiPriority w:val="99"/>
    <w:qFormat/>
    <w:rsid w:val="00ED3377"/>
    <w:pPr>
      <w:ind w:left="720"/>
      <w:contextualSpacing/>
    </w:pPr>
  </w:style>
  <w:style w:type="table" w:styleId="TableGrid">
    <w:name w:val="Table Grid"/>
    <w:basedOn w:val="TableNormal"/>
    <w:uiPriority w:val="99"/>
    <w:rsid w:val="004729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843D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43D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983AFA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E1184"/>
  </w:style>
  <w:style w:type="character" w:customStyle="1" w:styleId="spellchecker-word-highlight">
    <w:name w:val="spellchecker-word-highlight"/>
    <w:uiPriority w:val="99"/>
    <w:rsid w:val="007E1184"/>
  </w:style>
  <w:style w:type="character" w:customStyle="1" w:styleId="a">
    <w:name w:val="Основной текст_"/>
    <w:basedOn w:val="DefaultParagraphFont"/>
    <w:link w:val="1"/>
    <w:uiPriority w:val="99"/>
    <w:locked/>
    <w:rsid w:val="00817BB3"/>
    <w:rPr>
      <w:rFonts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817BB3"/>
    <w:pPr>
      <w:shd w:val="clear" w:color="auto" w:fill="FFFFFF"/>
      <w:spacing w:before="300" w:after="0" w:line="319" w:lineRule="exact"/>
      <w:jc w:val="both"/>
    </w:pPr>
    <w:rPr>
      <w:sz w:val="27"/>
      <w:szCs w:val="27"/>
    </w:rPr>
  </w:style>
  <w:style w:type="paragraph" w:customStyle="1" w:styleId="ConsNonformat">
    <w:name w:val="ConsNonformat"/>
    <w:uiPriority w:val="99"/>
    <w:rsid w:val="00E351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4">
    <w:name w:val="Font Style14"/>
    <w:basedOn w:val="DefaultParagraphFont"/>
    <w:uiPriority w:val="99"/>
    <w:rsid w:val="00A660EF"/>
    <w:rPr>
      <w:rFonts w:ascii="Times New Roman" w:hAnsi="Times New Roman" w:cs="Times New Roman"/>
      <w:sz w:val="28"/>
      <w:szCs w:val="28"/>
    </w:rPr>
  </w:style>
  <w:style w:type="paragraph" w:styleId="NoSpacing">
    <w:name w:val="No Spacing"/>
    <w:uiPriority w:val="99"/>
    <w:qFormat/>
    <w:rsid w:val="00A660EF"/>
    <w:rPr>
      <w:color w:val="000000"/>
      <w:lang w:eastAsia="en-US"/>
    </w:rPr>
  </w:style>
  <w:style w:type="paragraph" w:customStyle="1" w:styleId="ConsPlusNormal">
    <w:name w:val="ConsPlusNormal"/>
    <w:uiPriority w:val="99"/>
    <w:rsid w:val="00E2022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3">
    <w:name w:val="Основной текст3"/>
    <w:basedOn w:val="Normal"/>
    <w:uiPriority w:val="99"/>
    <w:rsid w:val="00C86E8B"/>
    <w:pPr>
      <w:widowControl w:val="0"/>
      <w:shd w:val="clear" w:color="auto" w:fill="FFFFFF"/>
      <w:spacing w:before="180" w:after="180" w:line="240" w:lineRule="atLeast"/>
      <w:jc w:val="center"/>
    </w:pPr>
    <w:rPr>
      <w:rFonts w:ascii="Times New Roman" w:eastAsia="Times New Roman" w:hAnsi="Times New Roman"/>
      <w:color w:val="000000"/>
      <w:sz w:val="25"/>
      <w:szCs w:val="25"/>
      <w:lang w:eastAsia="ru-RU"/>
    </w:rPr>
  </w:style>
  <w:style w:type="character" w:customStyle="1" w:styleId="30">
    <w:name w:val="Заголовок 3 Знак"/>
    <w:uiPriority w:val="99"/>
    <w:rsid w:val="00CD2BA2"/>
    <w:rPr>
      <w:rFonts w:ascii="Tahoma" w:hAnsi="Tahoma"/>
      <w:b/>
      <w:sz w:val="26"/>
      <w:lang w:val="ru-RU" w:eastAsia="ru-RU"/>
    </w:rPr>
  </w:style>
  <w:style w:type="paragraph" w:customStyle="1" w:styleId="a0">
    <w:name w:val="Нормальный (таблица)"/>
    <w:basedOn w:val="Normal"/>
    <w:next w:val="Normal"/>
    <w:uiPriority w:val="99"/>
    <w:rsid w:val="007B35FC"/>
    <w:pPr>
      <w:widowControl w:val="0"/>
      <w:autoSpaceDE w:val="0"/>
      <w:autoSpaceDN w:val="0"/>
      <w:adjustRightInd w:val="0"/>
      <w:spacing w:after="0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Default">
    <w:name w:val="Default"/>
    <w:uiPriority w:val="99"/>
    <w:rsid w:val="005E642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7A7360"/>
    <w:rPr>
      <w:rFonts w:cs="Times New Roman"/>
      <w:sz w:val="26"/>
      <w:szCs w:val="26"/>
      <w:lang w:bidi="ar-SA"/>
    </w:rPr>
  </w:style>
  <w:style w:type="paragraph" w:styleId="BodyText">
    <w:name w:val="Body Text"/>
    <w:basedOn w:val="Normal"/>
    <w:link w:val="BodyTextChar1"/>
    <w:uiPriority w:val="99"/>
    <w:rsid w:val="007A7360"/>
    <w:pPr>
      <w:widowControl w:val="0"/>
      <w:shd w:val="clear" w:color="auto" w:fill="FFFFFF"/>
      <w:spacing w:before="120" w:after="420" w:line="240" w:lineRule="atLeast"/>
      <w:ind w:hanging="1200"/>
      <w:jc w:val="center"/>
    </w:pPr>
    <w:rPr>
      <w:rFonts w:ascii="Times New Roman" w:hAnsi="Times New Roman"/>
      <w:noProof/>
      <w:sz w:val="26"/>
      <w:szCs w:val="26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77FB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2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10928</TotalTime>
  <Pages>9</Pages>
  <Words>2684</Words>
  <Characters>15301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Шмагрина</dc:creator>
  <cp:keywords/>
  <dc:description/>
  <cp:lastModifiedBy>Glava</cp:lastModifiedBy>
  <cp:revision>683</cp:revision>
  <cp:lastPrinted>2016-07-27T12:00:00Z</cp:lastPrinted>
  <dcterms:created xsi:type="dcterms:W3CDTF">2010-12-08T12:02:00Z</dcterms:created>
  <dcterms:modified xsi:type="dcterms:W3CDTF">2020-04-17T10:31:00Z</dcterms:modified>
</cp:coreProperties>
</file>